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Info"/>
        <w:tblW w:w="0" w:type="auto"/>
        <w:tblInd w:w="-1985" w:type="dxa"/>
        <w:tblLayout w:type="fixed"/>
        <w:tblLook w:val="04A0" w:firstRow="1" w:lastRow="0" w:firstColumn="1" w:lastColumn="0" w:noHBand="0" w:noVBand="1"/>
      </w:tblPr>
      <w:tblGrid>
        <w:gridCol w:w="1985"/>
        <w:gridCol w:w="8476"/>
      </w:tblGrid>
      <w:tr w:rsidR="004771BF" w14:paraId="7DCD0681" w14:textId="77777777" w:rsidTr="004771BF">
        <w:trPr>
          <w:trHeight w:val="283"/>
        </w:trPr>
        <w:tc>
          <w:tcPr>
            <w:tcW w:w="1985" w:type="dxa"/>
            <w:hideMark/>
          </w:tcPr>
          <w:p w14:paraId="42EA7790" w14:textId="77777777" w:rsidR="004771BF" w:rsidRDefault="004771BF" w:rsidP="008D7752">
            <w:pPr>
              <w:pStyle w:val="Randtitel"/>
              <w:ind w:right="142"/>
            </w:pPr>
            <w:bookmarkStart w:id="0" w:name="_Hlk145930837"/>
            <w:r>
              <w:t>Submission</w:t>
            </w:r>
          </w:p>
        </w:tc>
        <w:tc>
          <w:tcPr>
            <w:tcW w:w="8476" w:type="dxa"/>
            <w:hideMark/>
          </w:tcPr>
          <w:p w14:paraId="37F99B71" w14:textId="12EA4EE3" w:rsidR="004771BF" w:rsidRDefault="0007125A" w:rsidP="00913F50">
            <w:pPr>
              <w:pStyle w:val="Grundtext"/>
              <w:spacing w:after="0"/>
              <w:rPr>
                <w:rFonts w:ascii="Arial Black" w:hAnsi="Arial Black"/>
                <w:color w:val="00B0F0"/>
              </w:rPr>
            </w:pPr>
            <w:r>
              <w:rPr>
                <w:rStyle w:val="Grundtextfett"/>
                <w:color w:val="00B0F0"/>
              </w:rPr>
              <w:t xml:space="preserve">Submission </w:t>
            </w:r>
            <w:r w:rsidR="004771BF">
              <w:rPr>
                <w:rStyle w:val="Grundtextfett"/>
                <w:color w:val="00B0F0"/>
              </w:rPr>
              <w:t xml:space="preserve">im </w:t>
            </w:r>
            <w:r w:rsidR="00F631C3">
              <w:rPr>
                <w:rStyle w:val="Grundtextfett"/>
                <w:color w:val="00B0F0"/>
              </w:rPr>
              <w:t>selektiven</w:t>
            </w:r>
            <w:r w:rsidR="004771BF">
              <w:rPr>
                <w:rStyle w:val="Grundtextfett"/>
                <w:color w:val="00B0F0"/>
              </w:rPr>
              <w:t xml:space="preserve"> Verfahren</w:t>
            </w:r>
          </w:p>
        </w:tc>
      </w:tr>
      <w:tr w:rsidR="004771BF" w14:paraId="69A1E3C0" w14:textId="77777777" w:rsidTr="004771BF">
        <w:trPr>
          <w:trHeight w:val="702"/>
        </w:trPr>
        <w:tc>
          <w:tcPr>
            <w:tcW w:w="1985" w:type="dxa"/>
            <w:hideMark/>
          </w:tcPr>
          <w:p w14:paraId="3D7F7581" w14:textId="77777777" w:rsidR="004771BF" w:rsidRDefault="004771BF" w:rsidP="008D7752">
            <w:pPr>
              <w:pStyle w:val="Randtitel"/>
              <w:ind w:right="142"/>
            </w:pPr>
            <w:r>
              <w:t>Bauvorhaben</w:t>
            </w:r>
          </w:p>
        </w:tc>
        <w:tc>
          <w:tcPr>
            <w:tcW w:w="8476" w:type="dxa"/>
            <w:hideMark/>
          </w:tcPr>
          <w:p w14:paraId="5DCBAC67" w14:textId="531A5C0C" w:rsidR="004771BF" w:rsidRDefault="005B3DC9" w:rsidP="008D7752">
            <w:pPr>
              <w:pStyle w:val="berschrift4"/>
              <w:numPr>
                <w:ilvl w:val="0"/>
                <w:numId w:val="0"/>
              </w:numPr>
              <w:rPr>
                <w:rStyle w:val="Grundtextfett"/>
                <w:rFonts w:eastAsiaTheme="minorHAnsi" w:cstheme="minorBidi"/>
                <w:iCs w:val="0"/>
                <w:sz w:val="16"/>
                <w:szCs w:val="22"/>
                <w:lang w:eastAsia="en-GB"/>
              </w:rPr>
            </w:pPr>
            <w:r>
              <w:rPr>
                <w:rStyle w:val="Grundtextfett"/>
              </w:rPr>
              <w:t>Rahmenvertrag QS</w:t>
            </w:r>
          </w:p>
        </w:tc>
      </w:tr>
      <w:bookmarkEnd w:id="0"/>
    </w:tbl>
    <w:p w14:paraId="595A82E8" w14:textId="77777777" w:rsidR="004B6C21" w:rsidRDefault="004B6C21"/>
    <w:p w14:paraId="4C4BCB1A" w14:textId="77777777" w:rsidR="00FB0120" w:rsidRPr="00017B37" w:rsidRDefault="00FB0120" w:rsidP="00FB0120">
      <w:pPr>
        <w:rPr>
          <w:rStyle w:val="klein"/>
          <w:sz w:val="21"/>
          <w:szCs w:val="21"/>
        </w:rPr>
      </w:pPr>
      <w:r w:rsidRPr="00017B37">
        <w:rPr>
          <w:rStyle w:val="klein"/>
          <w:sz w:val="21"/>
          <w:szCs w:val="21"/>
        </w:rPr>
        <w:t>Die Angaben werden vertraulich behandelt und dienen ausschliesslich der Auswertung dieser Ausschreibung.</w:t>
      </w:r>
    </w:p>
    <w:p w14:paraId="12BB724D" w14:textId="77777777" w:rsidR="00FB0120" w:rsidRDefault="00FB0120" w:rsidP="00FB0120">
      <w:pPr>
        <w:rPr>
          <w:rStyle w:val="klein"/>
        </w:rPr>
      </w:pPr>
    </w:p>
    <w:p w14:paraId="40D0C226" w14:textId="0D0AACFF" w:rsidR="00FB0120" w:rsidRDefault="00FB0120" w:rsidP="00FB0120">
      <w:pPr>
        <w:rPr>
          <w:rStyle w:val="klein"/>
          <w:rFonts w:asciiTheme="majorHAnsi" w:hAnsiTheme="majorHAnsi"/>
          <w:sz w:val="20"/>
        </w:rPr>
      </w:pPr>
      <w:r w:rsidRPr="00017B37">
        <w:rPr>
          <w:rStyle w:val="klein"/>
          <w:rFonts w:asciiTheme="majorHAnsi" w:hAnsiTheme="majorHAnsi"/>
          <w:sz w:val="20"/>
        </w:rPr>
        <w:t xml:space="preserve">Jeder Anbieter </w:t>
      </w:r>
      <w:r w:rsidRPr="0062012F">
        <w:rPr>
          <w:rStyle w:val="klein"/>
          <w:rFonts w:asciiTheme="majorHAnsi" w:hAnsiTheme="majorHAnsi"/>
          <w:sz w:val="20"/>
        </w:rPr>
        <w:t>und jeder Subunternehmer</w:t>
      </w:r>
      <w:r w:rsidRPr="00017B37">
        <w:rPr>
          <w:rStyle w:val="klein"/>
          <w:rFonts w:asciiTheme="majorHAnsi" w:hAnsiTheme="majorHAnsi"/>
          <w:sz w:val="20"/>
        </w:rPr>
        <w:t xml:space="preserve"> </w:t>
      </w:r>
      <w:proofErr w:type="gramStart"/>
      <w:r w:rsidR="00E01885" w:rsidRPr="00017B37">
        <w:rPr>
          <w:rStyle w:val="klein"/>
          <w:rFonts w:asciiTheme="majorHAnsi" w:hAnsiTheme="majorHAnsi"/>
          <w:sz w:val="20"/>
        </w:rPr>
        <w:t>m</w:t>
      </w:r>
      <w:r w:rsidR="005B3DC9">
        <w:rPr>
          <w:rStyle w:val="klein"/>
          <w:rFonts w:asciiTheme="majorHAnsi" w:hAnsiTheme="majorHAnsi"/>
          <w:sz w:val="20"/>
        </w:rPr>
        <w:t>u</w:t>
      </w:r>
      <w:r w:rsidR="00E01885" w:rsidRPr="00017B37">
        <w:rPr>
          <w:rStyle w:val="klein"/>
          <w:rFonts w:asciiTheme="majorHAnsi" w:hAnsiTheme="majorHAnsi"/>
          <w:sz w:val="20"/>
        </w:rPr>
        <w:t>ss</w:t>
      </w:r>
      <w:proofErr w:type="gramEnd"/>
      <w:r w:rsidRPr="00017B37">
        <w:rPr>
          <w:rStyle w:val="klein"/>
          <w:rFonts w:asciiTheme="majorHAnsi" w:hAnsiTheme="majorHAnsi"/>
          <w:sz w:val="20"/>
        </w:rPr>
        <w:t xml:space="preserve"> das folgende Formular ausfüllen.</w:t>
      </w:r>
    </w:p>
    <w:p w14:paraId="6FB25EA0" w14:textId="28E5032F" w:rsidR="00FB0120" w:rsidRDefault="00FB0120" w:rsidP="00C05F47"/>
    <w:tbl>
      <w:tblPr>
        <w:tblStyle w:val="TabelleInfo"/>
        <w:tblW w:w="0" w:type="auto"/>
        <w:tblLayout w:type="fixed"/>
        <w:tblLook w:val="04A0" w:firstRow="1" w:lastRow="0" w:firstColumn="1" w:lastColumn="0" w:noHBand="0" w:noVBand="1"/>
      </w:tblPr>
      <w:tblGrid>
        <w:gridCol w:w="7513"/>
        <w:gridCol w:w="425"/>
        <w:gridCol w:w="538"/>
      </w:tblGrid>
      <w:tr w:rsidR="009B0B31" w:rsidRPr="00FB0120" w14:paraId="5F99A72C" w14:textId="77777777" w:rsidTr="009B0B31">
        <w:tc>
          <w:tcPr>
            <w:tcW w:w="7513" w:type="dxa"/>
            <w:tcBorders>
              <w:bottom w:val="single" w:sz="2" w:space="0" w:color="auto"/>
            </w:tcBorders>
          </w:tcPr>
          <w:p w14:paraId="62829DE4" w14:textId="32B6BDDB" w:rsidR="009B0B31" w:rsidRPr="00FB0120" w:rsidRDefault="009B0B31" w:rsidP="00CB16C4">
            <w:pPr>
              <w:pStyle w:val="TabelleZelle"/>
            </w:pPr>
          </w:p>
        </w:tc>
        <w:tc>
          <w:tcPr>
            <w:tcW w:w="425" w:type="dxa"/>
            <w:tcBorders>
              <w:bottom w:val="single" w:sz="2" w:space="0" w:color="auto"/>
            </w:tcBorders>
          </w:tcPr>
          <w:p w14:paraId="114B3869" w14:textId="4744BBD8" w:rsidR="009B0B31" w:rsidRPr="009B0B31" w:rsidRDefault="009B0B31" w:rsidP="009B0B31">
            <w:pPr>
              <w:pStyle w:val="TabelleTitel"/>
              <w:jc w:val="right"/>
              <w:rPr>
                <w:rStyle w:val="Fett"/>
              </w:rPr>
            </w:pPr>
            <w:r w:rsidRPr="009B0B31">
              <w:rPr>
                <w:rStyle w:val="Fett"/>
              </w:rPr>
              <w:t>JA</w:t>
            </w:r>
          </w:p>
        </w:tc>
        <w:tc>
          <w:tcPr>
            <w:tcW w:w="538" w:type="dxa"/>
            <w:tcBorders>
              <w:bottom w:val="single" w:sz="2" w:space="0" w:color="auto"/>
            </w:tcBorders>
          </w:tcPr>
          <w:p w14:paraId="47F00FC4" w14:textId="0E02FCF4" w:rsidR="009B0B31" w:rsidRPr="009B0B31" w:rsidRDefault="009B0B31" w:rsidP="009B0B31">
            <w:pPr>
              <w:pStyle w:val="TabelleTitel"/>
              <w:jc w:val="right"/>
              <w:rPr>
                <w:rStyle w:val="Fett"/>
              </w:rPr>
            </w:pPr>
            <w:r w:rsidRPr="009B0B31">
              <w:rPr>
                <w:rStyle w:val="Fett"/>
              </w:rPr>
              <w:t>Nein</w:t>
            </w:r>
          </w:p>
        </w:tc>
      </w:tr>
      <w:tr w:rsidR="009B0B31" w:rsidRPr="00FB0120" w14:paraId="3156652C" w14:textId="77777777" w:rsidTr="009B0B31">
        <w:tc>
          <w:tcPr>
            <w:tcW w:w="7513" w:type="dxa"/>
            <w:tcBorders>
              <w:top w:val="single" w:sz="2" w:space="0" w:color="auto"/>
              <w:bottom w:val="single" w:sz="2" w:space="0" w:color="auto"/>
            </w:tcBorders>
            <w:tcMar>
              <w:bottom w:w="113" w:type="dxa"/>
            </w:tcMar>
          </w:tcPr>
          <w:p w14:paraId="610B81C4" w14:textId="35995909" w:rsidR="009B0B31" w:rsidRPr="00FB0120" w:rsidRDefault="009B0B31" w:rsidP="00CB16C4">
            <w:pPr>
              <w:pStyle w:val="TabelleZelle"/>
            </w:pPr>
            <w:r w:rsidRPr="00FB0120">
              <w:t xml:space="preserve">Halten Sie die im Inland geltenden Arbeitsschutzbestimmungen und Arbeitsbedingungen bzw. die im Anhang 3 </w:t>
            </w:r>
            <w:proofErr w:type="spellStart"/>
            <w:r w:rsidRPr="00FB0120">
              <w:t>IVöB</w:t>
            </w:r>
            <w:proofErr w:type="spellEnd"/>
            <w:r w:rsidRPr="00FB0120">
              <w:t xml:space="preserve"> bezeichneten Kernübereinkommen der Internationalen Arbeitsorganisation (ILO) für die im Ausland erbrachten Leistungen ein?</w:t>
            </w:r>
          </w:p>
        </w:tc>
        <w:sdt>
          <w:sdtPr>
            <w:id w:val="1694261040"/>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31CF5776" w14:textId="317AA058" w:rsidR="009B0B31" w:rsidRPr="009B0B31" w:rsidRDefault="001A23A5" w:rsidP="009B0B31">
                <w:pPr>
                  <w:pStyle w:val="Grafik-"/>
                </w:pPr>
                <w:r>
                  <w:rPr>
                    <w:rFonts w:ascii="MS Gothic" w:eastAsia="MS Gothic" w:hAnsi="MS Gothic" w:hint="eastAsia"/>
                  </w:rPr>
                  <w:t>☐</w:t>
                </w:r>
              </w:p>
            </w:tc>
          </w:sdtContent>
        </w:sdt>
        <w:sdt>
          <w:sdtPr>
            <w:id w:val="-92399309"/>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117E3225" w14:textId="6555470B"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000DB17D" w14:textId="77777777" w:rsidTr="009B0B31">
        <w:tc>
          <w:tcPr>
            <w:tcW w:w="7513" w:type="dxa"/>
            <w:tcBorders>
              <w:top w:val="single" w:sz="2" w:space="0" w:color="auto"/>
              <w:bottom w:val="single" w:sz="2" w:space="0" w:color="auto"/>
            </w:tcBorders>
            <w:tcMar>
              <w:bottom w:w="113" w:type="dxa"/>
            </w:tcMar>
          </w:tcPr>
          <w:p w14:paraId="426FB9C8" w14:textId="56F98FAD" w:rsidR="009B0B31" w:rsidRPr="00FB0120" w:rsidRDefault="009B0B31" w:rsidP="009B0B31">
            <w:pPr>
              <w:pStyle w:val="TabelleZelle"/>
            </w:pPr>
            <w:r w:rsidRPr="00FB0120">
              <w:t>Halten Sie die Bestimmungen über die Gleichbehandlung von Frau und Mann in Bezug auf die Lohngleichheit ein?</w:t>
            </w:r>
          </w:p>
        </w:tc>
        <w:sdt>
          <w:sdtPr>
            <w:id w:val="6340395"/>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4588AD23" w14:textId="2634D971" w:rsidR="009B0B31" w:rsidRPr="009B0B31" w:rsidRDefault="009B0B31" w:rsidP="009B0B31">
                <w:pPr>
                  <w:pStyle w:val="Grafik-"/>
                  <w:rPr>
                    <w:rStyle w:val="Fett"/>
                  </w:rPr>
                </w:pPr>
                <w:r>
                  <w:rPr>
                    <w:rFonts w:ascii="MS Gothic" w:eastAsia="MS Gothic" w:hAnsi="MS Gothic" w:hint="eastAsia"/>
                  </w:rPr>
                  <w:t>☐</w:t>
                </w:r>
              </w:p>
            </w:tc>
          </w:sdtContent>
        </w:sdt>
        <w:sdt>
          <w:sdtPr>
            <w:id w:val="1023051927"/>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53370027" w14:textId="54869DE4"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421321DB" w14:textId="77777777" w:rsidTr="009B0B31">
        <w:tc>
          <w:tcPr>
            <w:tcW w:w="7513" w:type="dxa"/>
            <w:tcBorders>
              <w:top w:val="single" w:sz="2" w:space="0" w:color="auto"/>
              <w:bottom w:val="single" w:sz="2" w:space="0" w:color="auto"/>
            </w:tcBorders>
            <w:tcMar>
              <w:bottom w:w="113" w:type="dxa"/>
            </w:tcMar>
          </w:tcPr>
          <w:p w14:paraId="285EA94E" w14:textId="3F09BEC8" w:rsidR="009B0B31" w:rsidRPr="00FB0120" w:rsidRDefault="009B0B31" w:rsidP="009B0B31">
            <w:pPr>
              <w:pStyle w:val="TabelleZelle"/>
            </w:pPr>
            <w:r w:rsidRPr="00FB0120">
              <w:t>Halten Sie die Melde- und Bewilligungspflichten nach dem Bundesgesetz gegen die Schwarzarbeit (BGSA, SR 822.41) ein?</w:t>
            </w:r>
          </w:p>
        </w:tc>
        <w:sdt>
          <w:sdtPr>
            <w:id w:val="-1765298585"/>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4E3D2BD4" w14:textId="7B14710D" w:rsidR="009B0B31" w:rsidRPr="009B0B31" w:rsidRDefault="009B0B31" w:rsidP="009B0B31">
                <w:pPr>
                  <w:pStyle w:val="Grafik-"/>
                  <w:rPr>
                    <w:rStyle w:val="Fett"/>
                  </w:rPr>
                </w:pPr>
                <w:r>
                  <w:rPr>
                    <w:rFonts w:ascii="MS Gothic" w:eastAsia="MS Gothic" w:hAnsi="MS Gothic" w:hint="eastAsia"/>
                  </w:rPr>
                  <w:t>☐</w:t>
                </w:r>
              </w:p>
            </w:tc>
          </w:sdtContent>
        </w:sdt>
        <w:sdt>
          <w:sdtPr>
            <w:id w:val="-1266459186"/>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5291E536" w14:textId="04B89363"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5B84CE56" w14:textId="77777777" w:rsidTr="009B0B31">
        <w:tc>
          <w:tcPr>
            <w:tcW w:w="7513" w:type="dxa"/>
            <w:tcBorders>
              <w:top w:val="single" w:sz="2" w:space="0" w:color="auto"/>
              <w:bottom w:val="single" w:sz="2" w:space="0" w:color="auto"/>
            </w:tcBorders>
            <w:tcMar>
              <w:bottom w:w="113" w:type="dxa"/>
            </w:tcMar>
          </w:tcPr>
          <w:p w14:paraId="7306B535" w14:textId="73E8DDD0" w:rsidR="009B0B31" w:rsidRPr="00FB0120" w:rsidRDefault="009B0B31" w:rsidP="009B0B31">
            <w:pPr>
              <w:pStyle w:val="TabelleZelle"/>
            </w:pPr>
            <w:r w:rsidRPr="00FB0120">
              <w:t xml:space="preserve">Halten Sie die Bestimmungen des schweizerischen Umweltrechts bzw. die im Anhang 4 </w:t>
            </w:r>
            <w:proofErr w:type="spellStart"/>
            <w:r w:rsidRPr="00FB0120">
              <w:t>IVöB</w:t>
            </w:r>
            <w:proofErr w:type="spellEnd"/>
            <w:r w:rsidRPr="00FB0120">
              <w:t xml:space="preserve"> bezeichneten Übereinkommen zum Schutz der Umwelt für die im Ausland erbrachten Leistungen ein?</w:t>
            </w:r>
          </w:p>
        </w:tc>
        <w:sdt>
          <w:sdtPr>
            <w:id w:val="1878351609"/>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4651D9AF" w14:textId="6005A45F" w:rsidR="009B0B31" w:rsidRPr="009B0B31" w:rsidRDefault="009B0B31" w:rsidP="009B0B31">
                <w:pPr>
                  <w:pStyle w:val="Grafik-"/>
                  <w:rPr>
                    <w:rStyle w:val="Fett"/>
                  </w:rPr>
                </w:pPr>
                <w:r>
                  <w:rPr>
                    <w:rFonts w:ascii="MS Gothic" w:eastAsia="MS Gothic" w:hAnsi="MS Gothic" w:hint="eastAsia"/>
                  </w:rPr>
                  <w:t>☐</w:t>
                </w:r>
              </w:p>
            </w:tc>
          </w:sdtContent>
        </w:sdt>
        <w:sdt>
          <w:sdtPr>
            <w:id w:val="-1493250869"/>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6362AC9C" w14:textId="74B89B67"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791FC4A3" w14:textId="77777777" w:rsidTr="009B0B31">
        <w:tc>
          <w:tcPr>
            <w:tcW w:w="7513" w:type="dxa"/>
            <w:tcBorders>
              <w:top w:val="single" w:sz="2" w:space="0" w:color="auto"/>
              <w:bottom w:val="single" w:sz="2" w:space="0" w:color="auto"/>
            </w:tcBorders>
            <w:tcMar>
              <w:bottom w:w="113" w:type="dxa"/>
            </w:tcMar>
          </w:tcPr>
          <w:p w14:paraId="10ECA824" w14:textId="479268A0" w:rsidR="009B0B31" w:rsidRPr="00FB0120" w:rsidRDefault="009B0B31" w:rsidP="009B0B31">
            <w:pPr>
              <w:pStyle w:val="TabelleZelle"/>
            </w:pPr>
            <w:r w:rsidRPr="00FB0120">
              <w:t>Haben Sie sämtliche fälligen Steuern wie die Staats-, Gemeinde- und direkten Bundessteuern, Nachsteuern, Quellensteuern, etc. vollumfänglich bezahlt?</w:t>
            </w:r>
          </w:p>
        </w:tc>
        <w:sdt>
          <w:sdtPr>
            <w:id w:val="-765689086"/>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7E1CFA9B" w14:textId="264E18D6" w:rsidR="009B0B31" w:rsidRPr="009B0B31" w:rsidRDefault="009B0B31" w:rsidP="009B0B31">
                <w:pPr>
                  <w:pStyle w:val="Grafik-"/>
                  <w:rPr>
                    <w:rStyle w:val="Fett"/>
                  </w:rPr>
                </w:pPr>
                <w:r>
                  <w:rPr>
                    <w:rFonts w:ascii="MS Gothic" w:eastAsia="MS Gothic" w:hAnsi="MS Gothic" w:hint="eastAsia"/>
                  </w:rPr>
                  <w:t>☐</w:t>
                </w:r>
              </w:p>
            </w:tc>
          </w:sdtContent>
        </w:sdt>
        <w:sdt>
          <w:sdtPr>
            <w:id w:val="976653778"/>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61FB19F5" w14:textId="0DB63814"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09EBDC08" w14:textId="77777777" w:rsidTr="009B0B31">
        <w:tc>
          <w:tcPr>
            <w:tcW w:w="7513" w:type="dxa"/>
            <w:tcBorders>
              <w:top w:val="single" w:sz="2" w:space="0" w:color="auto"/>
              <w:bottom w:val="single" w:sz="2" w:space="0" w:color="auto"/>
            </w:tcBorders>
            <w:tcMar>
              <w:bottom w:w="113" w:type="dxa"/>
            </w:tcMar>
          </w:tcPr>
          <w:p w14:paraId="52C78BFD" w14:textId="56C4A9E6" w:rsidR="009B0B31" w:rsidRPr="00FB0120" w:rsidRDefault="009B0B31" w:rsidP="009B0B31">
            <w:pPr>
              <w:pStyle w:val="TabelleZelle"/>
            </w:pPr>
            <w:r w:rsidRPr="00FB0120">
              <w:t>Haben Sie die fällige Mehrwertsteuer vollumfänglich bezahlt?</w:t>
            </w:r>
          </w:p>
        </w:tc>
        <w:sdt>
          <w:sdtPr>
            <w:id w:val="1159967824"/>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3DA79F80" w14:textId="5C6BD81B" w:rsidR="009B0B31" w:rsidRPr="009B0B31" w:rsidRDefault="009B0B31" w:rsidP="009B0B31">
                <w:pPr>
                  <w:pStyle w:val="Grafik-"/>
                  <w:rPr>
                    <w:rStyle w:val="Fett"/>
                  </w:rPr>
                </w:pPr>
                <w:r>
                  <w:rPr>
                    <w:rFonts w:ascii="MS Gothic" w:eastAsia="MS Gothic" w:hAnsi="MS Gothic" w:hint="eastAsia"/>
                  </w:rPr>
                  <w:t>☐</w:t>
                </w:r>
              </w:p>
            </w:tc>
          </w:sdtContent>
        </w:sdt>
        <w:sdt>
          <w:sdtPr>
            <w:id w:val="1620876402"/>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4C523C9B" w14:textId="1912AB6B"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20D31131" w14:textId="77777777" w:rsidTr="009B0B31">
        <w:tc>
          <w:tcPr>
            <w:tcW w:w="7513" w:type="dxa"/>
            <w:tcBorders>
              <w:top w:val="single" w:sz="2" w:space="0" w:color="auto"/>
              <w:bottom w:val="single" w:sz="2" w:space="0" w:color="auto"/>
            </w:tcBorders>
            <w:tcMar>
              <w:bottom w:w="113" w:type="dxa"/>
            </w:tcMar>
          </w:tcPr>
          <w:p w14:paraId="3864CA97" w14:textId="51B6CC59" w:rsidR="009B0B31" w:rsidRPr="00FB0120" w:rsidRDefault="009B0B31" w:rsidP="009B0B31">
            <w:pPr>
              <w:pStyle w:val="TabelleZelle"/>
            </w:pPr>
            <w:r w:rsidRPr="00FB0120">
              <w:t>Haben Sie die fälligen Sozialversicherungsbeiträge (AHV, IV, EO, FAK, ALV, BVG und UVG) einschliesslich der vom Lohn abgezogenen Arbeitnehmeranteile vollumfänglich bezahlt?</w:t>
            </w:r>
          </w:p>
        </w:tc>
        <w:sdt>
          <w:sdtPr>
            <w:id w:val="-125007544"/>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5F3DCEBF" w14:textId="7A7A6BB6" w:rsidR="009B0B31" w:rsidRPr="009B0B31" w:rsidRDefault="009B0B31" w:rsidP="009B0B31">
                <w:pPr>
                  <w:pStyle w:val="Grafik-"/>
                  <w:rPr>
                    <w:rStyle w:val="Fett"/>
                  </w:rPr>
                </w:pPr>
                <w:r>
                  <w:rPr>
                    <w:rFonts w:ascii="MS Gothic" w:eastAsia="MS Gothic" w:hAnsi="MS Gothic" w:hint="eastAsia"/>
                  </w:rPr>
                  <w:t>☐</w:t>
                </w:r>
              </w:p>
            </w:tc>
          </w:sdtContent>
        </w:sdt>
        <w:sdt>
          <w:sdtPr>
            <w:id w:val="-1962563202"/>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0DBCD8BA" w14:textId="55AFFB3D"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14438377" w14:textId="77777777" w:rsidTr="009B0B31">
        <w:tc>
          <w:tcPr>
            <w:tcW w:w="7513" w:type="dxa"/>
            <w:tcBorders>
              <w:top w:val="single" w:sz="2" w:space="0" w:color="auto"/>
              <w:bottom w:val="single" w:sz="2" w:space="0" w:color="auto"/>
            </w:tcBorders>
            <w:tcMar>
              <w:bottom w:w="113" w:type="dxa"/>
            </w:tcMar>
          </w:tcPr>
          <w:p w14:paraId="5C47526D" w14:textId="6CCA4C78" w:rsidR="009B0B31" w:rsidRPr="00FB0120" w:rsidRDefault="009B0B31" w:rsidP="009B0B31">
            <w:pPr>
              <w:pStyle w:val="TabelleZelle"/>
            </w:pPr>
            <w:r w:rsidRPr="00FB0120">
              <w:t xml:space="preserve">Haben Sie die fälligen Beträge, die sich aus allgemeinverbindlich </w:t>
            </w:r>
            <w:r w:rsidRPr="00FB0120">
              <w:br/>
              <w:t>erklärten Gesamtarbeitsverträgen ergeben, einschliesslich der vom Lohn abgezogenen Arbeitnehmeranteile, vollumfänglich bezahlt?</w:t>
            </w:r>
          </w:p>
        </w:tc>
        <w:sdt>
          <w:sdtPr>
            <w:id w:val="-1232381401"/>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70BBEA08" w14:textId="7218B106" w:rsidR="009B0B31" w:rsidRPr="009B0B31" w:rsidRDefault="009B0B31" w:rsidP="009B0B31">
                <w:pPr>
                  <w:pStyle w:val="Grafik-"/>
                  <w:rPr>
                    <w:rStyle w:val="Fett"/>
                  </w:rPr>
                </w:pPr>
                <w:r>
                  <w:rPr>
                    <w:rFonts w:ascii="MS Gothic" w:eastAsia="MS Gothic" w:hAnsi="MS Gothic" w:hint="eastAsia"/>
                  </w:rPr>
                  <w:t>☐</w:t>
                </w:r>
              </w:p>
            </w:tc>
          </w:sdtContent>
        </w:sdt>
        <w:sdt>
          <w:sdtPr>
            <w:id w:val="1888991559"/>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37320055" w14:textId="23A6B54B"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134A6916" w14:textId="77777777" w:rsidTr="009B0B31">
        <w:tc>
          <w:tcPr>
            <w:tcW w:w="7513" w:type="dxa"/>
            <w:tcBorders>
              <w:top w:val="single" w:sz="2" w:space="0" w:color="auto"/>
              <w:bottom w:val="single" w:sz="2" w:space="0" w:color="auto"/>
            </w:tcBorders>
            <w:tcMar>
              <w:bottom w:w="113" w:type="dxa"/>
            </w:tcMar>
          </w:tcPr>
          <w:p w14:paraId="7D1723C0" w14:textId="27E48524" w:rsidR="009B0B31" w:rsidRPr="00FB0120" w:rsidRDefault="009B0B31" w:rsidP="009B0B31">
            <w:pPr>
              <w:pStyle w:val="TabelleZelle"/>
            </w:pPr>
            <w:r w:rsidRPr="00FB0120">
              <w:t>Haben Sie Absprachen oder andere wettbewerbsbeeinträchtigende Massnahmen getroffen?</w:t>
            </w:r>
          </w:p>
        </w:tc>
        <w:sdt>
          <w:sdtPr>
            <w:id w:val="-1693828644"/>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5D1F7BDD" w14:textId="086330CA" w:rsidR="009B0B31" w:rsidRPr="009B0B31" w:rsidRDefault="009B0B31" w:rsidP="009B0B31">
                <w:pPr>
                  <w:pStyle w:val="Grafik-"/>
                  <w:rPr>
                    <w:rStyle w:val="Fett"/>
                  </w:rPr>
                </w:pPr>
                <w:r>
                  <w:rPr>
                    <w:rFonts w:ascii="MS Gothic" w:eastAsia="MS Gothic" w:hAnsi="MS Gothic" w:hint="eastAsia"/>
                  </w:rPr>
                  <w:t>☐</w:t>
                </w:r>
              </w:p>
            </w:tc>
          </w:sdtContent>
        </w:sdt>
        <w:sdt>
          <w:sdtPr>
            <w:id w:val="-1062866516"/>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7BC36D70" w14:textId="62FDC7D5"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5CEBC268" w14:textId="77777777" w:rsidTr="009B0B31">
        <w:tc>
          <w:tcPr>
            <w:tcW w:w="7513" w:type="dxa"/>
            <w:tcBorders>
              <w:top w:val="single" w:sz="2" w:space="0" w:color="auto"/>
              <w:bottom w:val="single" w:sz="2" w:space="0" w:color="auto"/>
            </w:tcBorders>
            <w:tcMar>
              <w:bottom w:w="113" w:type="dxa"/>
            </w:tcMar>
          </w:tcPr>
          <w:p w14:paraId="28AE2D29" w14:textId="3DA88E6E" w:rsidR="009B0B31" w:rsidRPr="00FB0120" w:rsidRDefault="009B0B31" w:rsidP="009B0B31">
            <w:pPr>
              <w:pStyle w:val="TabelleZelle"/>
            </w:pPr>
            <w:r w:rsidRPr="00FB0120">
              <w:t>Haben Sie Bestimmungen über die Bekämpfung der Korruption verletzt?</w:t>
            </w:r>
          </w:p>
        </w:tc>
        <w:sdt>
          <w:sdtPr>
            <w:id w:val="2043635139"/>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06B42640" w14:textId="1B373EFD" w:rsidR="009B0B31" w:rsidRPr="009B0B31" w:rsidRDefault="009B0B31" w:rsidP="009B0B31">
                <w:pPr>
                  <w:pStyle w:val="Grafik-"/>
                  <w:rPr>
                    <w:rStyle w:val="Fett"/>
                  </w:rPr>
                </w:pPr>
                <w:r>
                  <w:rPr>
                    <w:rFonts w:ascii="MS Gothic" w:eastAsia="MS Gothic" w:hAnsi="MS Gothic" w:hint="eastAsia"/>
                  </w:rPr>
                  <w:t>☐</w:t>
                </w:r>
              </w:p>
            </w:tc>
          </w:sdtContent>
        </w:sdt>
        <w:sdt>
          <w:sdtPr>
            <w:id w:val="1659884446"/>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3D075244" w14:textId="6053462F"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7942293E" w14:textId="77777777" w:rsidTr="009B0B31">
        <w:tc>
          <w:tcPr>
            <w:tcW w:w="7513" w:type="dxa"/>
            <w:tcBorders>
              <w:top w:val="single" w:sz="2" w:space="0" w:color="auto"/>
              <w:bottom w:val="single" w:sz="2" w:space="0" w:color="auto"/>
            </w:tcBorders>
            <w:tcMar>
              <w:bottom w:w="113" w:type="dxa"/>
            </w:tcMar>
          </w:tcPr>
          <w:p w14:paraId="5B8E0977" w14:textId="062053AC" w:rsidR="009B0B31" w:rsidRPr="00FB0120" w:rsidRDefault="009B0B31" w:rsidP="009B0B31">
            <w:pPr>
              <w:pStyle w:val="TabelleZelle"/>
            </w:pPr>
            <w:r w:rsidRPr="00FB0120">
              <w:t>Sind Sie auf der Liste der sanktionierten Anbietenden verzeichnet?</w:t>
            </w:r>
          </w:p>
        </w:tc>
        <w:sdt>
          <w:sdtPr>
            <w:id w:val="-345015347"/>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340025FC" w14:textId="5A9D8B74" w:rsidR="009B0B31" w:rsidRPr="009B0B31" w:rsidRDefault="009B0B31" w:rsidP="009B0B31">
                <w:pPr>
                  <w:pStyle w:val="Grafik-"/>
                  <w:rPr>
                    <w:rStyle w:val="Fett"/>
                  </w:rPr>
                </w:pPr>
                <w:r>
                  <w:rPr>
                    <w:rFonts w:ascii="MS Gothic" w:eastAsia="MS Gothic" w:hAnsi="MS Gothic" w:hint="eastAsia"/>
                  </w:rPr>
                  <w:t>☐</w:t>
                </w:r>
              </w:p>
            </w:tc>
          </w:sdtContent>
        </w:sdt>
        <w:sdt>
          <w:sdtPr>
            <w:id w:val="-772392997"/>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730DF378" w14:textId="06D0AC1F"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0EB4C82C" w14:textId="77777777" w:rsidTr="009B0B31">
        <w:tc>
          <w:tcPr>
            <w:tcW w:w="7513" w:type="dxa"/>
            <w:tcBorders>
              <w:top w:val="single" w:sz="2" w:space="0" w:color="auto"/>
              <w:bottom w:val="single" w:sz="2" w:space="0" w:color="auto"/>
            </w:tcBorders>
            <w:tcMar>
              <w:bottom w:w="113" w:type="dxa"/>
            </w:tcMar>
          </w:tcPr>
          <w:p w14:paraId="7A352A07" w14:textId="2BB46CEE" w:rsidR="009B0B31" w:rsidRPr="00FB0120" w:rsidRDefault="009B0B31" w:rsidP="009B0B31">
            <w:pPr>
              <w:pStyle w:val="TabelleZelle"/>
            </w:pPr>
            <w:r w:rsidRPr="00FB0120">
              <w:t>Befinden Sie sich in einem Pfändungs- oder Konkursverfahren?</w:t>
            </w:r>
          </w:p>
        </w:tc>
        <w:sdt>
          <w:sdtPr>
            <w:id w:val="483362164"/>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5EC451CC" w14:textId="09BCCF18" w:rsidR="009B0B31" w:rsidRPr="009B0B31" w:rsidRDefault="009B0B31" w:rsidP="009B0B31">
                <w:pPr>
                  <w:pStyle w:val="Grafik-"/>
                  <w:rPr>
                    <w:rStyle w:val="Fett"/>
                  </w:rPr>
                </w:pPr>
                <w:r>
                  <w:rPr>
                    <w:rFonts w:ascii="MS Gothic" w:eastAsia="MS Gothic" w:hAnsi="MS Gothic" w:hint="eastAsia"/>
                  </w:rPr>
                  <w:t>☐</w:t>
                </w:r>
              </w:p>
            </w:tc>
          </w:sdtContent>
        </w:sdt>
        <w:sdt>
          <w:sdtPr>
            <w:id w:val="1455598086"/>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649A4E25" w14:textId="7DDC1C24" w:rsidR="009B0B31" w:rsidRPr="009B0B31" w:rsidRDefault="009B0B31" w:rsidP="009B0B31">
                <w:pPr>
                  <w:pStyle w:val="Grafik-"/>
                  <w:rPr>
                    <w:rStyle w:val="Fett"/>
                  </w:rPr>
                </w:pPr>
                <w:r>
                  <w:rPr>
                    <w:rFonts w:ascii="MS Gothic" w:eastAsia="MS Gothic" w:hAnsi="MS Gothic" w:hint="eastAsia"/>
                  </w:rPr>
                  <w:t>☐</w:t>
                </w:r>
              </w:p>
            </w:tc>
          </w:sdtContent>
        </w:sdt>
      </w:tr>
    </w:tbl>
    <w:p w14:paraId="13E42352" w14:textId="77777777" w:rsidR="009B0B31" w:rsidRPr="009B0B31" w:rsidRDefault="009B0B31" w:rsidP="009B0B31">
      <w:pPr>
        <w:pStyle w:val="TabelleTitel"/>
        <w:jc w:val="right"/>
        <w:rPr>
          <w:rStyle w:val="Fett"/>
        </w:rPr>
      </w:pPr>
    </w:p>
    <w:p w14:paraId="39C6F96B" w14:textId="77777777" w:rsidR="009B0B31" w:rsidRDefault="009B0B31" w:rsidP="009B0B31">
      <w:pPr>
        <w:pStyle w:val="TabelleTitel"/>
        <w:jc w:val="right"/>
        <w:rPr>
          <w:rStyle w:val="Fett"/>
        </w:rPr>
      </w:pPr>
    </w:p>
    <w:p w14:paraId="6E2399E1" w14:textId="77777777" w:rsidR="008408BA" w:rsidRDefault="008408BA">
      <w:pPr>
        <w:tabs>
          <w:tab w:val="clear" w:pos="8477"/>
        </w:tabs>
        <w:spacing w:line="240" w:lineRule="atLeast"/>
        <w:rPr>
          <w:rStyle w:val="Fett"/>
        </w:rPr>
      </w:pPr>
    </w:p>
    <w:p w14:paraId="79ADEDCD" w14:textId="77777777" w:rsidR="008408BA" w:rsidRDefault="008408BA">
      <w:pPr>
        <w:tabs>
          <w:tab w:val="clear" w:pos="8477"/>
        </w:tabs>
        <w:spacing w:line="240" w:lineRule="atLeast"/>
        <w:rPr>
          <w:rStyle w:val="Fett"/>
        </w:rPr>
      </w:pPr>
    </w:p>
    <w:p w14:paraId="68DAC149" w14:textId="77777777" w:rsidR="008408BA" w:rsidRDefault="008408BA">
      <w:pPr>
        <w:tabs>
          <w:tab w:val="clear" w:pos="8477"/>
        </w:tabs>
        <w:spacing w:line="240" w:lineRule="atLeast"/>
        <w:rPr>
          <w:rStyle w:val="Fett"/>
        </w:rPr>
      </w:pPr>
    </w:p>
    <w:p w14:paraId="2B28A377" w14:textId="77777777" w:rsidR="008408BA" w:rsidRDefault="008408BA">
      <w:pPr>
        <w:tabs>
          <w:tab w:val="clear" w:pos="8477"/>
        </w:tabs>
        <w:spacing w:line="240" w:lineRule="atLeast"/>
        <w:rPr>
          <w:rStyle w:val="Fett"/>
        </w:rPr>
      </w:pPr>
    </w:p>
    <w:p w14:paraId="1BBCF323" w14:textId="77777777" w:rsidR="008408BA" w:rsidRDefault="008408BA">
      <w:pPr>
        <w:tabs>
          <w:tab w:val="clear" w:pos="8477"/>
        </w:tabs>
        <w:spacing w:line="240" w:lineRule="atLeast"/>
        <w:rPr>
          <w:rStyle w:val="Fett"/>
        </w:rPr>
      </w:pPr>
    </w:p>
    <w:p w14:paraId="6160F60A" w14:textId="77777777" w:rsidR="008408BA" w:rsidRDefault="008408BA">
      <w:pPr>
        <w:tabs>
          <w:tab w:val="clear" w:pos="8477"/>
        </w:tabs>
        <w:spacing w:line="240" w:lineRule="atLeast"/>
        <w:rPr>
          <w:rStyle w:val="Fett"/>
        </w:rPr>
      </w:pPr>
    </w:p>
    <w:p w14:paraId="4017A69B" w14:textId="77777777" w:rsidR="008408BA" w:rsidRDefault="008408BA">
      <w:pPr>
        <w:tabs>
          <w:tab w:val="clear" w:pos="8477"/>
        </w:tabs>
        <w:spacing w:line="240" w:lineRule="atLeast"/>
        <w:rPr>
          <w:rStyle w:val="Fett"/>
        </w:rPr>
      </w:pPr>
    </w:p>
    <w:p w14:paraId="59D5BAC7" w14:textId="15082C47" w:rsidR="008408BA" w:rsidRDefault="008408BA" w:rsidP="008408BA">
      <w:pPr>
        <w:tabs>
          <w:tab w:val="left" w:pos="3828"/>
          <w:tab w:val="left" w:pos="6096"/>
          <w:tab w:val="left" w:pos="6379"/>
        </w:tabs>
      </w:pPr>
      <w:r w:rsidRPr="00EF50A1">
        <w:t>Angaben zur Versicherungsdeckung:</w:t>
      </w:r>
      <w:r w:rsidRPr="00EF50A1">
        <w:tab/>
      </w:r>
      <w:r w:rsidRPr="00EF50A1">
        <w:fldChar w:fldCharType="begin">
          <w:ffData>
            <w:name w:val="Text1"/>
            <w:enabled/>
            <w:calcOnExit w:val="0"/>
            <w:textInput/>
          </w:ffData>
        </w:fldChar>
      </w:r>
      <w:r w:rsidRPr="00EF50A1">
        <w:instrText xml:space="preserve"> FORMTEXT </w:instrText>
      </w:r>
      <w:r w:rsidRPr="00EF50A1">
        <w:fldChar w:fldCharType="separate"/>
      </w:r>
      <w:r w:rsidR="00522656">
        <w:rPr>
          <w:noProof/>
        </w:rPr>
        <w:t> </w:t>
      </w:r>
      <w:r w:rsidR="00522656">
        <w:rPr>
          <w:noProof/>
        </w:rPr>
        <w:t> </w:t>
      </w:r>
      <w:r w:rsidR="00522656">
        <w:rPr>
          <w:noProof/>
        </w:rPr>
        <w:t> </w:t>
      </w:r>
      <w:r w:rsidR="00522656">
        <w:rPr>
          <w:noProof/>
        </w:rPr>
        <w:t> </w:t>
      </w:r>
      <w:r w:rsidR="00522656">
        <w:rPr>
          <w:noProof/>
        </w:rPr>
        <w:t> </w:t>
      </w:r>
      <w:r w:rsidRPr="00EF50A1">
        <w:fldChar w:fldCharType="end"/>
      </w:r>
    </w:p>
    <w:p w14:paraId="60F1E6D9" w14:textId="77777777" w:rsidR="008408BA" w:rsidRPr="00EF50A1" w:rsidRDefault="008408BA" w:rsidP="008408BA">
      <w:pPr>
        <w:tabs>
          <w:tab w:val="left" w:pos="3828"/>
          <w:tab w:val="left" w:pos="6096"/>
          <w:tab w:val="left" w:pos="6379"/>
        </w:tabs>
      </w:pPr>
    </w:p>
    <w:p w14:paraId="776B3789" w14:textId="4BC98B11" w:rsidR="008408BA" w:rsidRDefault="008408BA" w:rsidP="008408BA">
      <w:pPr>
        <w:tabs>
          <w:tab w:val="left" w:pos="3828"/>
          <w:tab w:val="left" w:pos="6096"/>
          <w:tab w:val="left" w:pos="6379"/>
        </w:tabs>
      </w:pPr>
      <w:r w:rsidRPr="00EF50A1">
        <w:t>Versicherungsgesellschaft:</w:t>
      </w:r>
      <w:r w:rsidRPr="00EF50A1">
        <w:tab/>
      </w:r>
      <w:r w:rsidRPr="00EF50A1">
        <w:fldChar w:fldCharType="begin">
          <w:ffData>
            <w:name w:val="Text1"/>
            <w:enabled/>
            <w:calcOnExit w:val="0"/>
            <w:textInput/>
          </w:ffData>
        </w:fldChar>
      </w:r>
      <w:r w:rsidRPr="00EF50A1">
        <w:instrText xml:space="preserve"> FORMTEXT </w:instrText>
      </w:r>
      <w:r w:rsidRPr="00EF50A1">
        <w:fldChar w:fldCharType="separate"/>
      </w:r>
      <w:r w:rsidR="00522656">
        <w:rPr>
          <w:noProof/>
        </w:rPr>
        <w:t> </w:t>
      </w:r>
      <w:r w:rsidR="00522656">
        <w:rPr>
          <w:noProof/>
        </w:rPr>
        <w:t> </w:t>
      </w:r>
      <w:r w:rsidR="00522656">
        <w:rPr>
          <w:noProof/>
        </w:rPr>
        <w:t> </w:t>
      </w:r>
      <w:r w:rsidR="00522656">
        <w:rPr>
          <w:noProof/>
        </w:rPr>
        <w:t> </w:t>
      </w:r>
      <w:r w:rsidR="00522656">
        <w:rPr>
          <w:noProof/>
        </w:rPr>
        <w:t> </w:t>
      </w:r>
      <w:r w:rsidRPr="00EF50A1">
        <w:fldChar w:fldCharType="end"/>
      </w:r>
    </w:p>
    <w:p w14:paraId="63736901" w14:textId="77777777" w:rsidR="008408BA" w:rsidRPr="00EF50A1" w:rsidRDefault="008408BA" w:rsidP="008408BA">
      <w:pPr>
        <w:tabs>
          <w:tab w:val="left" w:pos="3828"/>
          <w:tab w:val="left" w:pos="6096"/>
          <w:tab w:val="left" w:pos="6379"/>
        </w:tabs>
      </w:pPr>
    </w:p>
    <w:p w14:paraId="673E7B67" w14:textId="394DABA5" w:rsidR="008408BA" w:rsidRDefault="008408BA" w:rsidP="008408BA">
      <w:pPr>
        <w:tabs>
          <w:tab w:val="left" w:pos="3828"/>
          <w:tab w:val="left" w:pos="6096"/>
          <w:tab w:val="left" w:pos="6379"/>
        </w:tabs>
      </w:pPr>
      <w:r w:rsidRPr="00EF50A1">
        <w:t>Verfügbare Summen pro Schadenfall:</w:t>
      </w:r>
      <w:r w:rsidRPr="00EF50A1">
        <w:tab/>
        <w:t>Personenschäden:</w:t>
      </w:r>
      <w:r w:rsidRPr="00EF50A1">
        <w:tab/>
      </w:r>
      <w:r w:rsidRPr="00EF50A1">
        <w:fldChar w:fldCharType="begin">
          <w:ffData>
            <w:name w:val="Text1"/>
            <w:enabled/>
            <w:calcOnExit w:val="0"/>
            <w:textInput/>
          </w:ffData>
        </w:fldChar>
      </w:r>
      <w:r w:rsidRPr="00EF50A1">
        <w:instrText xml:space="preserve"> FORMTEXT </w:instrText>
      </w:r>
      <w:r w:rsidRPr="00EF50A1">
        <w:fldChar w:fldCharType="separate"/>
      </w:r>
      <w:r w:rsidR="00522656">
        <w:rPr>
          <w:noProof/>
        </w:rPr>
        <w:t> </w:t>
      </w:r>
      <w:r w:rsidR="00522656">
        <w:rPr>
          <w:noProof/>
        </w:rPr>
        <w:t> </w:t>
      </w:r>
      <w:r w:rsidR="00522656">
        <w:rPr>
          <w:noProof/>
        </w:rPr>
        <w:t> </w:t>
      </w:r>
      <w:r w:rsidR="00522656">
        <w:rPr>
          <w:noProof/>
        </w:rPr>
        <w:t> </w:t>
      </w:r>
      <w:r w:rsidR="00522656">
        <w:rPr>
          <w:noProof/>
        </w:rPr>
        <w:t> </w:t>
      </w:r>
      <w:r w:rsidRPr="00EF50A1">
        <w:fldChar w:fldCharType="end"/>
      </w:r>
    </w:p>
    <w:p w14:paraId="0D88783C" w14:textId="77777777" w:rsidR="008408BA" w:rsidRPr="00EF50A1" w:rsidRDefault="008408BA" w:rsidP="008408BA">
      <w:pPr>
        <w:tabs>
          <w:tab w:val="left" w:pos="3828"/>
          <w:tab w:val="left" w:pos="6096"/>
          <w:tab w:val="left" w:pos="6379"/>
        </w:tabs>
      </w:pPr>
    </w:p>
    <w:p w14:paraId="63110957" w14:textId="752B3C58" w:rsidR="008408BA" w:rsidRDefault="008408BA" w:rsidP="008408BA">
      <w:pPr>
        <w:tabs>
          <w:tab w:val="left" w:pos="3828"/>
          <w:tab w:val="left" w:pos="6096"/>
          <w:tab w:val="left" w:pos="6379"/>
        </w:tabs>
      </w:pPr>
      <w:r w:rsidRPr="00EF50A1">
        <w:tab/>
        <w:t>Sachschäden:</w:t>
      </w:r>
      <w:r w:rsidRPr="00EF50A1">
        <w:tab/>
      </w:r>
      <w:r w:rsidRPr="00EF50A1">
        <w:fldChar w:fldCharType="begin">
          <w:ffData>
            <w:name w:val="Text1"/>
            <w:enabled/>
            <w:calcOnExit w:val="0"/>
            <w:textInput/>
          </w:ffData>
        </w:fldChar>
      </w:r>
      <w:r w:rsidRPr="00EF50A1">
        <w:instrText xml:space="preserve"> FORMTEXT </w:instrText>
      </w:r>
      <w:r w:rsidRPr="00EF50A1">
        <w:fldChar w:fldCharType="separate"/>
      </w:r>
      <w:r w:rsidR="00522656">
        <w:rPr>
          <w:noProof/>
        </w:rPr>
        <w:t> </w:t>
      </w:r>
      <w:r w:rsidR="00522656">
        <w:rPr>
          <w:noProof/>
        </w:rPr>
        <w:t> </w:t>
      </w:r>
      <w:r w:rsidR="00522656">
        <w:rPr>
          <w:noProof/>
        </w:rPr>
        <w:t> </w:t>
      </w:r>
      <w:r w:rsidR="00522656">
        <w:rPr>
          <w:noProof/>
        </w:rPr>
        <w:t> </w:t>
      </w:r>
      <w:r w:rsidR="00522656">
        <w:rPr>
          <w:noProof/>
        </w:rPr>
        <w:t> </w:t>
      </w:r>
      <w:r w:rsidRPr="00EF50A1">
        <w:fldChar w:fldCharType="end"/>
      </w:r>
    </w:p>
    <w:p w14:paraId="0F132641" w14:textId="77777777" w:rsidR="008408BA" w:rsidRPr="00EF50A1" w:rsidRDefault="008408BA" w:rsidP="008408BA">
      <w:pPr>
        <w:tabs>
          <w:tab w:val="left" w:pos="3828"/>
          <w:tab w:val="left" w:pos="6096"/>
          <w:tab w:val="left" w:pos="6379"/>
        </w:tabs>
      </w:pPr>
    </w:p>
    <w:p w14:paraId="1FA0302A" w14:textId="02EF8D04" w:rsidR="008408BA" w:rsidRPr="00EF50A1" w:rsidRDefault="008408BA" w:rsidP="008408BA">
      <w:pPr>
        <w:tabs>
          <w:tab w:val="left" w:pos="3828"/>
          <w:tab w:val="left" w:pos="6096"/>
          <w:tab w:val="left" w:pos="6379"/>
        </w:tabs>
      </w:pPr>
      <w:r w:rsidRPr="00EF50A1">
        <w:tab/>
        <w:t>Vermögensschäden:</w:t>
      </w:r>
      <w:r w:rsidRPr="00EF50A1">
        <w:tab/>
      </w:r>
      <w:r w:rsidRPr="00EF50A1">
        <w:fldChar w:fldCharType="begin">
          <w:ffData>
            <w:name w:val="Text1"/>
            <w:enabled/>
            <w:calcOnExit w:val="0"/>
            <w:textInput/>
          </w:ffData>
        </w:fldChar>
      </w:r>
      <w:r w:rsidRPr="00EF50A1">
        <w:instrText xml:space="preserve"> FORMTEXT </w:instrText>
      </w:r>
      <w:r w:rsidRPr="00EF50A1">
        <w:fldChar w:fldCharType="separate"/>
      </w:r>
      <w:r w:rsidR="00522656">
        <w:rPr>
          <w:noProof/>
        </w:rPr>
        <w:t> </w:t>
      </w:r>
      <w:r w:rsidR="00522656">
        <w:rPr>
          <w:noProof/>
        </w:rPr>
        <w:t> </w:t>
      </w:r>
      <w:r w:rsidR="00522656">
        <w:rPr>
          <w:noProof/>
        </w:rPr>
        <w:t> </w:t>
      </w:r>
      <w:r w:rsidR="00522656">
        <w:rPr>
          <w:noProof/>
        </w:rPr>
        <w:t> </w:t>
      </w:r>
      <w:r w:rsidR="00522656">
        <w:rPr>
          <w:noProof/>
        </w:rPr>
        <w:t> </w:t>
      </w:r>
      <w:r w:rsidRPr="00EF50A1">
        <w:fldChar w:fldCharType="end"/>
      </w:r>
    </w:p>
    <w:p w14:paraId="5F6481C4" w14:textId="41A48DDB" w:rsidR="008408BA" w:rsidRPr="00EF50A1" w:rsidRDefault="008408BA" w:rsidP="008408BA">
      <w:pPr>
        <w:tabs>
          <w:tab w:val="left" w:pos="2835"/>
          <w:tab w:val="left" w:pos="4962"/>
          <w:tab w:val="left" w:pos="6379"/>
        </w:tabs>
      </w:pPr>
      <w:r w:rsidRPr="00EF50A1">
        <w:t>Zuständiges Steueramt (genaue Adresse)</w:t>
      </w:r>
      <w:r w:rsidRPr="00EF50A1">
        <w:br/>
      </w:r>
      <w:r w:rsidRPr="00EF50A1">
        <w:fldChar w:fldCharType="begin">
          <w:ffData>
            <w:name w:val="Text1"/>
            <w:enabled/>
            <w:calcOnExit w:val="0"/>
            <w:textInput/>
          </w:ffData>
        </w:fldChar>
      </w:r>
      <w:r w:rsidRPr="00EF50A1">
        <w:instrText xml:space="preserve"> FORMTEXT </w:instrText>
      </w:r>
      <w:r w:rsidRPr="00EF50A1">
        <w:fldChar w:fldCharType="separate"/>
      </w:r>
      <w:r w:rsidR="00522656">
        <w:rPr>
          <w:noProof/>
        </w:rPr>
        <w:t> </w:t>
      </w:r>
      <w:r w:rsidR="00522656">
        <w:rPr>
          <w:noProof/>
        </w:rPr>
        <w:t> </w:t>
      </w:r>
      <w:r w:rsidR="00522656">
        <w:rPr>
          <w:noProof/>
        </w:rPr>
        <w:t> </w:t>
      </w:r>
      <w:r w:rsidR="00522656">
        <w:rPr>
          <w:noProof/>
        </w:rPr>
        <w:t> </w:t>
      </w:r>
      <w:r w:rsidR="00522656">
        <w:rPr>
          <w:noProof/>
        </w:rPr>
        <w:t> </w:t>
      </w:r>
      <w:r w:rsidRPr="00EF50A1">
        <w:fldChar w:fldCharType="end"/>
      </w:r>
    </w:p>
    <w:p w14:paraId="2DD3131F" w14:textId="7A07FE3E" w:rsidR="008408BA" w:rsidRPr="00EF50A1" w:rsidRDefault="008408BA" w:rsidP="008408BA">
      <w:pPr>
        <w:tabs>
          <w:tab w:val="left" w:pos="2835"/>
          <w:tab w:val="left" w:pos="4962"/>
          <w:tab w:val="left" w:pos="6379"/>
        </w:tabs>
        <w:rPr>
          <w:sz w:val="16"/>
          <w:szCs w:val="16"/>
        </w:rPr>
      </w:pPr>
      <w:r w:rsidRPr="00EF50A1">
        <w:t>AHV-Ausgleichskasse (genaue Adresse):</w:t>
      </w:r>
      <w:r w:rsidRPr="00EF50A1">
        <w:br/>
      </w:r>
      <w:r w:rsidRPr="00EF50A1">
        <w:rPr>
          <w:sz w:val="16"/>
          <w:szCs w:val="16"/>
        </w:rPr>
        <w:t>Bei ausländischen Anbietenden Angaben zur Altersvorsorge (genaue Adresse)</w:t>
      </w:r>
      <w:r w:rsidRPr="00EF50A1">
        <w:rPr>
          <w:sz w:val="16"/>
          <w:szCs w:val="16"/>
        </w:rPr>
        <w:br/>
      </w:r>
      <w:r w:rsidRPr="00EF50A1">
        <w:fldChar w:fldCharType="begin">
          <w:ffData>
            <w:name w:val="Text1"/>
            <w:enabled/>
            <w:calcOnExit w:val="0"/>
            <w:textInput/>
          </w:ffData>
        </w:fldChar>
      </w:r>
      <w:r w:rsidRPr="00EF50A1">
        <w:instrText xml:space="preserve"> FORMTEXT </w:instrText>
      </w:r>
      <w:r w:rsidRPr="00EF50A1">
        <w:fldChar w:fldCharType="separate"/>
      </w:r>
      <w:r w:rsidR="00522656">
        <w:rPr>
          <w:noProof/>
        </w:rPr>
        <w:t> </w:t>
      </w:r>
      <w:r w:rsidR="00522656">
        <w:rPr>
          <w:noProof/>
        </w:rPr>
        <w:t> </w:t>
      </w:r>
      <w:r w:rsidR="00522656">
        <w:rPr>
          <w:noProof/>
        </w:rPr>
        <w:t> </w:t>
      </w:r>
      <w:r w:rsidR="00522656">
        <w:rPr>
          <w:noProof/>
        </w:rPr>
        <w:t> </w:t>
      </w:r>
      <w:r w:rsidR="00522656">
        <w:rPr>
          <w:noProof/>
        </w:rPr>
        <w:t> </w:t>
      </w:r>
      <w:r w:rsidRPr="00EF50A1">
        <w:fldChar w:fldCharType="end"/>
      </w:r>
    </w:p>
    <w:p w14:paraId="15915AB7" w14:textId="7957C955" w:rsidR="008408BA" w:rsidRDefault="008408BA" w:rsidP="008408BA">
      <w:r w:rsidRPr="00EF50A1">
        <w:t>BVG-Vorsorgeeinrichtung (genaue Adresse und Angaben):</w:t>
      </w:r>
      <w:r w:rsidRPr="00EF50A1">
        <w:br/>
      </w:r>
      <w:r w:rsidRPr="00EF50A1">
        <w:rPr>
          <w:sz w:val="16"/>
          <w:szCs w:val="16"/>
        </w:rPr>
        <w:t>Bei ausländischen Anbietenden Angaben zur Altersvorsorge (genaue Adresse)</w:t>
      </w:r>
      <w:r w:rsidRPr="00EF50A1">
        <w:rPr>
          <w:sz w:val="16"/>
          <w:szCs w:val="16"/>
        </w:rPr>
        <w:br/>
      </w:r>
      <w:r w:rsidRPr="00EF50A1">
        <w:fldChar w:fldCharType="begin">
          <w:ffData>
            <w:name w:val="Text1"/>
            <w:enabled/>
            <w:calcOnExit w:val="0"/>
            <w:textInput/>
          </w:ffData>
        </w:fldChar>
      </w:r>
      <w:r w:rsidRPr="00EF50A1">
        <w:instrText xml:space="preserve"> FORMTEXT </w:instrText>
      </w:r>
      <w:r w:rsidRPr="00EF50A1">
        <w:fldChar w:fldCharType="separate"/>
      </w:r>
      <w:r w:rsidR="00522656">
        <w:rPr>
          <w:noProof/>
        </w:rPr>
        <w:t> </w:t>
      </w:r>
      <w:r w:rsidR="00522656">
        <w:rPr>
          <w:noProof/>
        </w:rPr>
        <w:t> </w:t>
      </w:r>
      <w:r w:rsidR="00522656">
        <w:rPr>
          <w:noProof/>
        </w:rPr>
        <w:t> </w:t>
      </w:r>
      <w:r w:rsidR="00522656">
        <w:rPr>
          <w:noProof/>
        </w:rPr>
        <w:t> </w:t>
      </w:r>
      <w:r w:rsidR="00522656">
        <w:rPr>
          <w:noProof/>
        </w:rPr>
        <w:t> </w:t>
      </w:r>
      <w:r w:rsidRPr="00EF50A1">
        <w:fldChar w:fldCharType="end"/>
      </w:r>
    </w:p>
    <w:p w14:paraId="790ED628" w14:textId="280D635F" w:rsidR="008408BA" w:rsidRDefault="008408BA">
      <w:pPr>
        <w:tabs>
          <w:tab w:val="clear" w:pos="8477"/>
        </w:tabs>
        <w:spacing w:line="240" w:lineRule="atLeast"/>
        <w:rPr>
          <w:rStyle w:val="Fett"/>
          <w:sz w:val="16"/>
        </w:rPr>
      </w:pPr>
    </w:p>
    <w:p w14:paraId="509C51D9" w14:textId="77777777" w:rsidR="008408BA" w:rsidRDefault="008408BA">
      <w:pPr>
        <w:tabs>
          <w:tab w:val="clear" w:pos="8477"/>
        </w:tabs>
        <w:spacing w:line="240" w:lineRule="atLeast"/>
        <w:rPr>
          <w:rStyle w:val="Fett"/>
          <w:sz w:val="16"/>
        </w:rPr>
      </w:pPr>
    </w:p>
    <w:p w14:paraId="6ACACA4E" w14:textId="1E0B2A16" w:rsidR="004771BF" w:rsidRPr="008408BA" w:rsidRDefault="004771BF" w:rsidP="008408BA">
      <w:pPr>
        <w:tabs>
          <w:tab w:val="clear" w:pos="8477"/>
        </w:tabs>
        <w:spacing w:line="240" w:lineRule="atLeast"/>
        <w:rPr>
          <w:rFonts w:ascii="Arial Black" w:hAnsi="Arial Black" w:cs="Arial Black"/>
          <w:b/>
          <w:bCs/>
          <w:color w:val="000000"/>
          <w:szCs w:val="21"/>
        </w:rPr>
      </w:pPr>
      <w:r w:rsidRPr="008408BA">
        <w:rPr>
          <w:rFonts w:ascii="Arial Black" w:hAnsi="Arial Black" w:cs="Arial Black"/>
          <w:b/>
          <w:bCs/>
          <w:color w:val="000000"/>
          <w:szCs w:val="21"/>
        </w:rPr>
        <w:t xml:space="preserve">Bei Nichteinreichen der Nachweise oder bei Fehlen der oben verlangten Angaben werden Anbietende ausgeschlossen (vgl. Art. 44 </w:t>
      </w:r>
      <w:proofErr w:type="spellStart"/>
      <w:r w:rsidRPr="008408BA">
        <w:rPr>
          <w:rFonts w:ascii="Arial Black" w:hAnsi="Arial Black" w:cs="Arial Black"/>
          <w:b/>
          <w:bCs/>
          <w:color w:val="000000"/>
          <w:szCs w:val="21"/>
        </w:rPr>
        <w:t>IVöB</w:t>
      </w:r>
      <w:proofErr w:type="spellEnd"/>
      <w:r w:rsidRPr="008408BA">
        <w:rPr>
          <w:rFonts w:ascii="Arial Black" w:hAnsi="Arial Black" w:cs="Arial Black"/>
          <w:b/>
          <w:bCs/>
          <w:color w:val="000000"/>
          <w:szCs w:val="21"/>
        </w:rPr>
        <w:t xml:space="preserve">). </w:t>
      </w:r>
    </w:p>
    <w:p w14:paraId="2D5A4A3C" w14:textId="77777777" w:rsidR="004771BF" w:rsidRPr="008D7752" w:rsidRDefault="004771BF" w:rsidP="004771BF">
      <w:pPr>
        <w:pStyle w:val="Default"/>
        <w:rPr>
          <w:b/>
          <w:bCs/>
          <w:sz w:val="21"/>
          <w:szCs w:val="21"/>
        </w:rPr>
      </w:pPr>
    </w:p>
    <w:p w14:paraId="00C00175" w14:textId="637FB92C" w:rsidR="004771BF" w:rsidRDefault="004771BF" w:rsidP="004771BF">
      <w:pPr>
        <w:pStyle w:val="Default"/>
        <w:rPr>
          <w:b/>
          <w:bCs/>
          <w:sz w:val="21"/>
          <w:szCs w:val="21"/>
        </w:rPr>
      </w:pPr>
      <w:r>
        <w:rPr>
          <w:b/>
          <w:bCs/>
          <w:sz w:val="21"/>
          <w:szCs w:val="21"/>
        </w:rPr>
        <w:t xml:space="preserve">Gemäss Art. 45 </w:t>
      </w:r>
      <w:proofErr w:type="spellStart"/>
      <w:r>
        <w:rPr>
          <w:b/>
          <w:bCs/>
          <w:sz w:val="21"/>
          <w:szCs w:val="21"/>
        </w:rPr>
        <w:t>IVöB</w:t>
      </w:r>
      <w:proofErr w:type="spellEnd"/>
      <w:r>
        <w:rPr>
          <w:b/>
          <w:bCs/>
          <w:sz w:val="21"/>
          <w:szCs w:val="21"/>
        </w:rPr>
        <w:t xml:space="preserve"> werden Widerhandlungen gegen die Vergabebestimmungen durch Verwarnung, Busse von bis zu zehn Prozent der bereinigten Angebotssumme oder Ausschluss von künftigen Vergaben für die Dauer bis zu fünf Jahren geahndet. Weitere rechtliche Schritte gegen fehlbare Anbietende bleiben vorbehalten. </w:t>
      </w:r>
    </w:p>
    <w:p w14:paraId="35EFABC5" w14:textId="77777777" w:rsidR="004771BF" w:rsidRPr="008D7752" w:rsidRDefault="004771BF" w:rsidP="004771BF">
      <w:pPr>
        <w:pStyle w:val="Default"/>
        <w:rPr>
          <w:b/>
          <w:bCs/>
          <w:sz w:val="21"/>
          <w:szCs w:val="21"/>
        </w:rPr>
      </w:pPr>
    </w:p>
    <w:p w14:paraId="372CD8CB" w14:textId="7B155017" w:rsidR="009B0B31" w:rsidRPr="008D7752" w:rsidRDefault="004771BF" w:rsidP="008D7752">
      <w:pPr>
        <w:pStyle w:val="GrundtextohneAbst"/>
        <w:spacing w:line="240" w:lineRule="auto"/>
        <w:rPr>
          <w:rFonts w:ascii="Arial Black" w:eastAsiaTheme="minorHAnsi" w:hAnsi="Arial Black" w:cs="Arial Black"/>
          <w:b/>
          <w:bCs/>
          <w:szCs w:val="21"/>
        </w:rPr>
      </w:pPr>
      <w:r w:rsidRPr="008D7752">
        <w:rPr>
          <w:rFonts w:ascii="Arial Black" w:eastAsiaTheme="minorHAnsi" w:hAnsi="Arial Black" w:cs="Arial Black"/>
          <w:b/>
          <w:bCs/>
          <w:szCs w:val="21"/>
        </w:rPr>
        <w:t xml:space="preserve">Mit der nachfolgenden Unterschrift bestätigt der Anbieter die Richtigkeit aller Angaben und ermächtigt die jeweils zuständigen Behörden und Einrichtungen, der Vergabestelle Auskünfte über allfällige Steuer- und Sozialabgabenausstände, betreibungsrechtliche Vorgänge und weitere Angaben im Rahmen der Selbstdeklaration zu erteilen. </w:t>
      </w:r>
    </w:p>
    <w:p w14:paraId="4E85B125" w14:textId="77777777" w:rsidR="009B0B31" w:rsidRPr="008D7752" w:rsidRDefault="009B0B31" w:rsidP="009B0B31">
      <w:pPr>
        <w:pStyle w:val="GrundtextohneAbst"/>
        <w:rPr>
          <w:rFonts w:ascii="Arial Black" w:eastAsiaTheme="minorHAnsi" w:hAnsi="Arial Black" w:cs="Arial Black"/>
          <w:b/>
          <w:szCs w:val="21"/>
        </w:rPr>
      </w:pPr>
    </w:p>
    <w:p w14:paraId="74B7DAA4" w14:textId="753F753A" w:rsidR="00FB0120" w:rsidRDefault="00FB0120" w:rsidP="00C05F47"/>
    <w:p w14:paraId="1E812397" w14:textId="5B3F1286" w:rsidR="00FB0120" w:rsidRDefault="00FB0120" w:rsidP="00C05F47"/>
    <w:p w14:paraId="77EC8547" w14:textId="1B656D12" w:rsidR="009B0B31" w:rsidRDefault="009B0B31">
      <w:pPr>
        <w:tabs>
          <w:tab w:val="clear" w:pos="8477"/>
        </w:tabs>
        <w:spacing w:line="240" w:lineRule="atLeast"/>
      </w:pPr>
    </w:p>
    <w:tbl>
      <w:tblPr>
        <w:tblStyle w:val="Tabellenraster"/>
        <w:tblW w:w="0" w:type="auto"/>
        <w:tblLook w:val="04A0" w:firstRow="1" w:lastRow="0" w:firstColumn="1" w:lastColumn="0" w:noHBand="0" w:noVBand="1"/>
      </w:tblPr>
      <w:tblGrid>
        <w:gridCol w:w="4238"/>
        <w:gridCol w:w="4238"/>
      </w:tblGrid>
      <w:tr w:rsidR="009B0B31" w14:paraId="13BC6F79" w14:textId="77777777" w:rsidTr="001A3AB0">
        <w:trPr>
          <w:trHeight w:val="1531"/>
        </w:trPr>
        <w:tc>
          <w:tcPr>
            <w:tcW w:w="4238" w:type="dxa"/>
          </w:tcPr>
          <w:p w14:paraId="47C1E09D" w14:textId="77777777" w:rsidR="009B0B31" w:rsidRDefault="009B0B31" w:rsidP="001A3AB0">
            <w:pPr>
              <w:pStyle w:val="GrundtextohneAbst"/>
            </w:pPr>
            <w:r>
              <w:t>Ort, Datum</w:t>
            </w:r>
          </w:p>
        </w:tc>
        <w:tc>
          <w:tcPr>
            <w:tcW w:w="4238" w:type="dxa"/>
          </w:tcPr>
          <w:p w14:paraId="73D2CF8F" w14:textId="77777777" w:rsidR="009B0B31" w:rsidRPr="00FB0120" w:rsidRDefault="009B0B31" w:rsidP="001A3AB0">
            <w:pPr>
              <w:pStyle w:val="TabelleZelle"/>
              <w:jc w:val="right"/>
            </w:pPr>
            <w:r w:rsidRPr="00FB0120">
              <w:t xml:space="preserve">Vorname, Name </w:t>
            </w:r>
            <w:r>
              <w:br/>
            </w:r>
            <w:r w:rsidRPr="00FB0120">
              <w:t xml:space="preserve">und Funktion oder Firmenstempel </w:t>
            </w:r>
            <w:r>
              <w:br/>
            </w:r>
            <w:r w:rsidRPr="00FB0120">
              <w:t>und rechtsgültige Unterschrift(en):</w:t>
            </w:r>
          </w:p>
          <w:p w14:paraId="797189B2" w14:textId="77777777" w:rsidR="009B0B31" w:rsidRDefault="009B0B31" w:rsidP="001A3AB0">
            <w:pPr>
              <w:pStyle w:val="GrundtextohneAbst"/>
            </w:pPr>
          </w:p>
        </w:tc>
      </w:tr>
    </w:tbl>
    <w:p w14:paraId="1DB68123" w14:textId="2C6579E8" w:rsidR="0097226B" w:rsidRDefault="0097226B">
      <w:pPr>
        <w:tabs>
          <w:tab w:val="clear" w:pos="8477"/>
        </w:tabs>
        <w:spacing w:line="240" w:lineRule="atLeast"/>
      </w:pPr>
    </w:p>
    <w:p w14:paraId="5E8CFBEA" w14:textId="77777777" w:rsidR="00453D4E" w:rsidRDefault="00453D4E">
      <w:pPr>
        <w:tabs>
          <w:tab w:val="clear" w:pos="8477"/>
        </w:tabs>
        <w:spacing w:line="240" w:lineRule="atLeast"/>
        <w:sectPr w:rsidR="00453D4E" w:rsidSect="002231C4">
          <w:headerReference w:type="default" r:id="rId8"/>
          <w:footerReference w:type="default" r:id="rId9"/>
          <w:headerReference w:type="first" r:id="rId10"/>
          <w:pgSz w:w="11906" w:h="16838" w:code="9"/>
          <w:pgMar w:top="2296" w:right="964" w:bottom="709" w:left="2466" w:header="737" w:footer="435" w:gutter="0"/>
          <w:cols w:space="284"/>
          <w:titlePg/>
          <w:docGrid w:linePitch="360"/>
        </w:sectPr>
      </w:pPr>
    </w:p>
    <w:p w14:paraId="4C02785F" w14:textId="77777777" w:rsidR="00453D4E" w:rsidRPr="00453D4E" w:rsidRDefault="00453D4E">
      <w:pPr>
        <w:tabs>
          <w:tab w:val="clear" w:pos="8477"/>
        </w:tabs>
        <w:spacing w:line="240" w:lineRule="atLeast"/>
        <w:rPr>
          <w:szCs w:val="21"/>
        </w:rPr>
      </w:pPr>
    </w:p>
    <w:p w14:paraId="77F1216E" w14:textId="7681E991" w:rsidR="00FB0120" w:rsidRPr="00453D4E" w:rsidRDefault="00FB0120" w:rsidP="00C05F47">
      <w:pPr>
        <w:rPr>
          <w:szCs w:val="21"/>
        </w:rPr>
      </w:pPr>
    </w:p>
    <w:p w14:paraId="70EA5336" w14:textId="6887426A" w:rsidR="00453D4E" w:rsidRPr="00453D4E" w:rsidRDefault="00453D4E" w:rsidP="00C05F47">
      <w:pPr>
        <w:rPr>
          <w:szCs w:val="21"/>
        </w:rPr>
      </w:pPr>
    </w:p>
    <w:p w14:paraId="280BC9D4" w14:textId="674AA461" w:rsidR="00453D4E" w:rsidRPr="00453D4E" w:rsidRDefault="00453D4E" w:rsidP="00C05F47">
      <w:pPr>
        <w:rPr>
          <w:szCs w:val="21"/>
        </w:rPr>
      </w:pPr>
    </w:p>
    <w:p w14:paraId="3590F953" w14:textId="15B9C810" w:rsidR="00453D4E" w:rsidRPr="00453D4E" w:rsidRDefault="00453D4E" w:rsidP="00C05F47">
      <w:pPr>
        <w:rPr>
          <w:szCs w:val="21"/>
        </w:rPr>
      </w:pPr>
    </w:p>
    <w:p w14:paraId="133CB84D" w14:textId="2E422FD7" w:rsidR="00453D4E" w:rsidRDefault="00453D4E" w:rsidP="00C05F47">
      <w:pPr>
        <w:rPr>
          <w:szCs w:val="21"/>
        </w:rPr>
      </w:pPr>
    </w:p>
    <w:p w14:paraId="3C32179C" w14:textId="4009A863" w:rsidR="009B03B2" w:rsidRDefault="009B03B2" w:rsidP="00C05F47">
      <w:pPr>
        <w:rPr>
          <w:szCs w:val="21"/>
        </w:rPr>
      </w:pPr>
    </w:p>
    <w:p w14:paraId="4D8DA6F2" w14:textId="5E81D79B" w:rsidR="009B03B2" w:rsidRDefault="009B03B2" w:rsidP="00C05F47">
      <w:pPr>
        <w:rPr>
          <w:szCs w:val="21"/>
        </w:rPr>
      </w:pPr>
    </w:p>
    <w:p w14:paraId="36393478" w14:textId="07C336F9" w:rsidR="009B03B2" w:rsidRDefault="009B03B2" w:rsidP="00C05F47">
      <w:pPr>
        <w:rPr>
          <w:szCs w:val="21"/>
        </w:rPr>
      </w:pPr>
    </w:p>
    <w:p w14:paraId="6720A022" w14:textId="32B5C35F" w:rsidR="009B03B2" w:rsidRDefault="009B03B2" w:rsidP="00C05F47">
      <w:pPr>
        <w:rPr>
          <w:szCs w:val="21"/>
        </w:rPr>
      </w:pPr>
    </w:p>
    <w:p w14:paraId="0214E975" w14:textId="65535DD2" w:rsidR="009B03B2" w:rsidRDefault="009B03B2" w:rsidP="00C05F47">
      <w:pPr>
        <w:rPr>
          <w:szCs w:val="21"/>
        </w:rPr>
      </w:pPr>
    </w:p>
    <w:p w14:paraId="4A433ECB" w14:textId="337114E2" w:rsidR="009B03B2" w:rsidRDefault="009B03B2" w:rsidP="00C05F47">
      <w:pPr>
        <w:rPr>
          <w:szCs w:val="21"/>
        </w:rPr>
      </w:pPr>
    </w:p>
    <w:p w14:paraId="143AED1C" w14:textId="1C42EB79" w:rsidR="009B03B2" w:rsidRDefault="009B03B2" w:rsidP="00C05F47">
      <w:pPr>
        <w:rPr>
          <w:szCs w:val="21"/>
        </w:rPr>
      </w:pPr>
    </w:p>
    <w:p w14:paraId="4E504EF5" w14:textId="4C5F62C1" w:rsidR="009B03B2" w:rsidRDefault="009B03B2" w:rsidP="00C05F47">
      <w:pPr>
        <w:rPr>
          <w:szCs w:val="21"/>
        </w:rPr>
      </w:pPr>
    </w:p>
    <w:p w14:paraId="025C71F0" w14:textId="29008261" w:rsidR="009B03B2" w:rsidRDefault="009B03B2" w:rsidP="00C05F47">
      <w:pPr>
        <w:rPr>
          <w:szCs w:val="21"/>
        </w:rPr>
      </w:pPr>
    </w:p>
    <w:p w14:paraId="13968E65" w14:textId="10E628C3" w:rsidR="009B03B2" w:rsidRDefault="009B03B2" w:rsidP="00C05F47">
      <w:pPr>
        <w:rPr>
          <w:szCs w:val="21"/>
        </w:rPr>
      </w:pPr>
    </w:p>
    <w:p w14:paraId="68B68399" w14:textId="1C3B29F5" w:rsidR="009B03B2" w:rsidRDefault="009B03B2" w:rsidP="00C05F47">
      <w:pPr>
        <w:rPr>
          <w:szCs w:val="21"/>
        </w:rPr>
      </w:pPr>
    </w:p>
    <w:p w14:paraId="24C54C69" w14:textId="6510735B" w:rsidR="009B03B2" w:rsidRDefault="009B03B2" w:rsidP="00C05F47">
      <w:pPr>
        <w:rPr>
          <w:szCs w:val="21"/>
        </w:rPr>
      </w:pPr>
    </w:p>
    <w:p w14:paraId="43266038" w14:textId="7E9996E7" w:rsidR="009B03B2" w:rsidRDefault="009B03B2" w:rsidP="00C05F47">
      <w:pPr>
        <w:rPr>
          <w:szCs w:val="21"/>
        </w:rPr>
      </w:pPr>
    </w:p>
    <w:p w14:paraId="653F1DD7" w14:textId="7EF294C6" w:rsidR="009B03B2" w:rsidRDefault="009B03B2" w:rsidP="00C05F47">
      <w:pPr>
        <w:rPr>
          <w:szCs w:val="21"/>
        </w:rPr>
      </w:pPr>
    </w:p>
    <w:p w14:paraId="3B426A83" w14:textId="5E266062" w:rsidR="009B03B2" w:rsidRDefault="009B03B2" w:rsidP="00C05F47">
      <w:pPr>
        <w:rPr>
          <w:szCs w:val="21"/>
        </w:rPr>
      </w:pPr>
    </w:p>
    <w:p w14:paraId="014C7BBA" w14:textId="3F8F94DA" w:rsidR="009B03B2" w:rsidRDefault="009B03B2" w:rsidP="00C05F47">
      <w:pPr>
        <w:rPr>
          <w:szCs w:val="21"/>
        </w:rPr>
      </w:pPr>
    </w:p>
    <w:p w14:paraId="024E3688" w14:textId="74CC7E46" w:rsidR="009B03B2" w:rsidRDefault="009B03B2" w:rsidP="00C05F47">
      <w:pPr>
        <w:rPr>
          <w:szCs w:val="21"/>
        </w:rPr>
      </w:pPr>
    </w:p>
    <w:p w14:paraId="641538B1" w14:textId="20EDC88E" w:rsidR="009B03B2" w:rsidRDefault="009B03B2" w:rsidP="00C05F47">
      <w:pPr>
        <w:rPr>
          <w:szCs w:val="21"/>
        </w:rPr>
      </w:pPr>
    </w:p>
    <w:p w14:paraId="5D33C5AD" w14:textId="3B75EF05" w:rsidR="009B03B2" w:rsidRDefault="009B03B2" w:rsidP="00C05F47">
      <w:pPr>
        <w:rPr>
          <w:szCs w:val="21"/>
        </w:rPr>
      </w:pPr>
    </w:p>
    <w:p w14:paraId="365F75A6" w14:textId="777C018B" w:rsidR="009B03B2" w:rsidRDefault="009B03B2" w:rsidP="00C05F47">
      <w:pPr>
        <w:rPr>
          <w:szCs w:val="21"/>
        </w:rPr>
      </w:pPr>
    </w:p>
    <w:p w14:paraId="6B541FB7" w14:textId="5ED8CBEF" w:rsidR="009B03B2" w:rsidRDefault="009B03B2" w:rsidP="00C05F47">
      <w:pPr>
        <w:rPr>
          <w:szCs w:val="21"/>
        </w:rPr>
      </w:pPr>
    </w:p>
    <w:p w14:paraId="3E147880" w14:textId="3688B1FA" w:rsidR="009B03B2" w:rsidRDefault="009B03B2" w:rsidP="00C05F47">
      <w:pPr>
        <w:rPr>
          <w:szCs w:val="21"/>
        </w:rPr>
      </w:pPr>
    </w:p>
    <w:p w14:paraId="352093D9" w14:textId="29FA65D4" w:rsidR="009B03B2" w:rsidRDefault="009B03B2" w:rsidP="00C05F47">
      <w:pPr>
        <w:rPr>
          <w:szCs w:val="21"/>
        </w:rPr>
      </w:pPr>
    </w:p>
    <w:p w14:paraId="062138DB" w14:textId="38903AFB" w:rsidR="009B03B2" w:rsidRDefault="009B03B2" w:rsidP="00C05F47">
      <w:pPr>
        <w:rPr>
          <w:szCs w:val="21"/>
        </w:rPr>
      </w:pPr>
    </w:p>
    <w:p w14:paraId="10337E63" w14:textId="29B30C09" w:rsidR="009B03B2" w:rsidRDefault="009B03B2" w:rsidP="00C05F47">
      <w:pPr>
        <w:rPr>
          <w:szCs w:val="21"/>
        </w:rPr>
      </w:pPr>
    </w:p>
    <w:p w14:paraId="54E1739C" w14:textId="43F5E15A" w:rsidR="009B03B2" w:rsidRDefault="009B03B2" w:rsidP="00C05F47">
      <w:pPr>
        <w:rPr>
          <w:szCs w:val="21"/>
        </w:rPr>
      </w:pPr>
    </w:p>
    <w:p w14:paraId="4AD31209" w14:textId="56CC2E95" w:rsidR="009B03B2" w:rsidRDefault="009B03B2" w:rsidP="00C05F47">
      <w:pPr>
        <w:rPr>
          <w:szCs w:val="21"/>
        </w:rPr>
      </w:pPr>
    </w:p>
    <w:p w14:paraId="7223E6E3" w14:textId="01BA936A" w:rsidR="009B03B2" w:rsidRDefault="009B03B2" w:rsidP="00C05F47">
      <w:pPr>
        <w:rPr>
          <w:szCs w:val="21"/>
        </w:rPr>
      </w:pPr>
    </w:p>
    <w:p w14:paraId="6DB5F44A" w14:textId="59241EA1" w:rsidR="009B03B2" w:rsidRDefault="009B03B2" w:rsidP="00C05F47">
      <w:pPr>
        <w:rPr>
          <w:szCs w:val="21"/>
        </w:rPr>
      </w:pPr>
    </w:p>
    <w:p w14:paraId="59B7E3B3" w14:textId="6AA7E689" w:rsidR="009B03B2" w:rsidRDefault="009B03B2" w:rsidP="00C05F47">
      <w:pPr>
        <w:rPr>
          <w:szCs w:val="21"/>
        </w:rPr>
      </w:pPr>
    </w:p>
    <w:p w14:paraId="4643F574" w14:textId="3AA7053C" w:rsidR="009B03B2" w:rsidRDefault="009B03B2" w:rsidP="00C05F47">
      <w:pPr>
        <w:rPr>
          <w:szCs w:val="21"/>
        </w:rPr>
      </w:pPr>
    </w:p>
    <w:p w14:paraId="3480B4DA" w14:textId="5303036E" w:rsidR="009B03B2" w:rsidRDefault="009B03B2" w:rsidP="00C05F47">
      <w:pPr>
        <w:rPr>
          <w:szCs w:val="21"/>
        </w:rPr>
      </w:pPr>
    </w:p>
    <w:p w14:paraId="35A783E1" w14:textId="460112AE" w:rsidR="009B03B2" w:rsidRDefault="009B03B2" w:rsidP="00C05F47">
      <w:pPr>
        <w:rPr>
          <w:szCs w:val="21"/>
        </w:rPr>
      </w:pPr>
    </w:p>
    <w:p w14:paraId="3236892F" w14:textId="5188876D" w:rsidR="009B03B2" w:rsidRDefault="009B03B2" w:rsidP="00C05F47">
      <w:pPr>
        <w:rPr>
          <w:szCs w:val="21"/>
        </w:rPr>
      </w:pPr>
    </w:p>
    <w:p w14:paraId="7DC04C0B" w14:textId="3B055190" w:rsidR="009B03B2" w:rsidRDefault="009B03B2" w:rsidP="00C05F47">
      <w:pPr>
        <w:rPr>
          <w:szCs w:val="21"/>
        </w:rPr>
      </w:pPr>
    </w:p>
    <w:p w14:paraId="5616D694" w14:textId="6A71A601" w:rsidR="009B03B2" w:rsidRDefault="009B03B2" w:rsidP="00C05F47">
      <w:pPr>
        <w:rPr>
          <w:szCs w:val="21"/>
        </w:rPr>
      </w:pPr>
    </w:p>
    <w:p w14:paraId="24FA5326" w14:textId="0EFA42D6" w:rsidR="009B03B2" w:rsidRDefault="009B03B2" w:rsidP="00C05F47">
      <w:pPr>
        <w:rPr>
          <w:szCs w:val="21"/>
        </w:rPr>
      </w:pPr>
    </w:p>
    <w:p w14:paraId="31E2C1B1" w14:textId="6A6A5569" w:rsidR="009B03B2" w:rsidRDefault="009B03B2" w:rsidP="00C05F47">
      <w:pPr>
        <w:rPr>
          <w:szCs w:val="21"/>
        </w:rPr>
      </w:pPr>
    </w:p>
    <w:p w14:paraId="0C5B7E2E" w14:textId="3C0AE0AC" w:rsidR="009B03B2" w:rsidRDefault="009B03B2" w:rsidP="00C05F47">
      <w:pPr>
        <w:rPr>
          <w:szCs w:val="21"/>
        </w:rPr>
      </w:pPr>
    </w:p>
    <w:p w14:paraId="085A00C7" w14:textId="68A369D0" w:rsidR="009B03B2" w:rsidRDefault="009B03B2" w:rsidP="00C05F47">
      <w:pPr>
        <w:rPr>
          <w:szCs w:val="21"/>
        </w:rPr>
      </w:pPr>
    </w:p>
    <w:p w14:paraId="601F4320" w14:textId="717E1BEF" w:rsidR="009B03B2" w:rsidRDefault="009B03B2" w:rsidP="00C05F47">
      <w:pPr>
        <w:rPr>
          <w:szCs w:val="21"/>
        </w:rPr>
      </w:pPr>
    </w:p>
    <w:p w14:paraId="0E029A1C" w14:textId="4D630981" w:rsidR="009B03B2" w:rsidRDefault="009B03B2" w:rsidP="00C05F47">
      <w:pPr>
        <w:rPr>
          <w:szCs w:val="21"/>
        </w:rPr>
      </w:pPr>
    </w:p>
    <w:p w14:paraId="6B706C35" w14:textId="7204A305" w:rsidR="009B03B2" w:rsidRDefault="009B03B2" w:rsidP="00C05F47">
      <w:pPr>
        <w:rPr>
          <w:szCs w:val="21"/>
        </w:rPr>
      </w:pPr>
    </w:p>
    <w:p w14:paraId="36EEFCF0" w14:textId="10294B59" w:rsidR="009B03B2" w:rsidRDefault="009B03B2" w:rsidP="00C05F47">
      <w:pPr>
        <w:rPr>
          <w:szCs w:val="21"/>
        </w:rPr>
      </w:pPr>
    </w:p>
    <w:p w14:paraId="1B3C50C1" w14:textId="7269CC46" w:rsidR="009B03B2" w:rsidRDefault="009B03B2" w:rsidP="00C05F47">
      <w:pPr>
        <w:rPr>
          <w:szCs w:val="21"/>
        </w:rPr>
      </w:pPr>
    </w:p>
    <w:p w14:paraId="5FCE9FB3" w14:textId="01F974DF" w:rsidR="009B03B2" w:rsidRDefault="009B03B2" w:rsidP="00C05F47">
      <w:pPr>
        <w:rPr>
          <w:szCs w:val="21"/>
        </w:rPr>
      </w:pPr>
    </w:p>
    <w:p w14:paraId="5A05530C" w14:textId="24B25258" w:rsidR="009B03B2" w:rsidRDefault="009B03B2" w:rsidP="00C05F47">
      <w:pPr>
        <w:rPr>
          <w:szCs w:val="21"/>
        </w:rPr>
      </w:pPr>
    </w:p>
    <w:p w14:paraId="680DC39F" w14:textId="5118EE41" w:rsidR="009B03B2" w:rsidRDefault="009B03B2" w:rsidP="00C05F47">
      <w:pPr>
        <w:rPr>
          <w:szCs w:val="21"/>
        </w:rPr>
      </w:pPr>
    </w:p>
    <w:p w14:paraId="44790237" w14:textId="120DBCFA" w:rsidR="009B03B2" w:rsidRDefault="009B03B2" w:rsidP="00C05F47">
      <w:pPr>
        <w:rPr>
          <w:szCs w:val="21"/>
        </w:rPr>
      </w:pPr>
    </w:p>
    <w:p w14:paraId="2BC24D7A" w14:textId="77777777" w:rsidR="009B03B2" w:rsidRPr="00683556" w:rsidRDefault="009B03B2" w:rsidP="009B03B2">
      <w:pPr>
        <w:pBdr>
          <w:bottom w:val="single" w:sz="4" w:space="1" w:color="auto"/>
        </w:pBdr>
        <w:spacing w:line="360" w:lineRule="auto"/>
        <w:rPr>
          <w:rFonts w:ascii="Arial" w:hAnsi="Arial" w:cs="Arial"/>
          <w:b/>
          <w:sz w:val="32"/>
          <w:szCs w:val="32"/>
        </w:rPr>
      </w:pPr>
      <w:r w:rsidRPr="00683556">
        <w:rPr>
          <w:rFonts w:ascii="Arial" w:hAnsi="Arial" w:cs="Arial"/>
          <w:b/>
          <w:sz w:val="32"/>
          <w:szCs w:val="32"/>
        </w:rPr>
        <w:lastRenderedPageBreak/>
        <w:t>Unbefangenheitserklärung</w:t>
      </w:r>
    </w:p>
    <w:p w14:paraId="5822F89E" w14:textId="77777777" w:rsidR="009B03B2" w:rsidRPr="00307B7B" w:rsidRDefault="009B03B2" w:rsidP="009B03B2">
      <w:pPr>
        <w:spacing w:line="360" w:lineRule="auto"/>
        <w:rPr>
          <w:rFonts w:ascii="Arial" w:hAnsi="Arial" w:cs="Arial"/>
          <w:b/>
          <w:szCs w:val="21"/>
        </w:rPr>
      </w:pPr>
    </w:p>
    <w:p w14:paraId="50A8A12F" w14:textId="77777777" w:rsidR="009B03B2" w:rsidRDefault="009B03B2" w:rsidP="009B03B2">
      <w:pPr>
        <w:spacing w:line="360" w:lineRule="auto"/>
        <w:rPr>
          <w:rFonts w:ascii="Arial" w:hAnsi="Arial" w:cs="Arial"/>
          <w:b/>
          <w:i/>
          <w:szCs w:val="21"/>
        </w:rPr>
      </w:pPr>
      <w:r w:rsidRPr="00307B7B">
        <w:rPr>
          <w:rFonts w:ascii="Arial" w:hAnsi="Arial" w:cs="Arial"/>
          <w:b/>
          <w:i/>
          <w:szCs w:val="21"/>
        </w:rPr>
        <w:t xml:space="preserve">Unbefangenheitserklärung und Meldepflicht </w:t>
      </w:r>
    </w:p>
    <w:p w14:paraId="703C7578" w14:textId="77777777" w:rsidR="009B03B2" w:rsidRPr="00307B7B" w:rsidRDefault="009B03B2" w:rsidP="009B03B2">
      <w:pPr>
        <w:pStyle w:val="Listenabsatz"/>
        <w:numPr>
          <w:ilvl w:val="0"/>
          <w:numId w:val="26"/>
        </w:numPr>
        <w:tabs>
          <w:tab w:val="clear" w:pos="8477"/>
        </w:tabs>
        <w:spacing w:after="160" w:line="360" w:lineRule="auto"/>
        <w:rPr>
          <w:rFonts w:ascii="Arial" w:hAnsi="Arial" w:cs="Arial"/>
          <w:b/>
          <w:i/>
          <w:szCs w:val="21"/>
        </w:rPr>
      </w:pPr>
      <w:r w:rsidRPr="00307B7B">
        <w:rPr>
          <w:rFonts w:ascii="Arial" w:hAnsi="Arial" w:cs="Arial"/>
          <w:b/>
          <w:i/>
          <w:szCs w:val="21"/>
        </w:rPr>
        <w:t xml:space="preserve">der Mitarbeiterinnen und Mitarbeiter eines Auftraggebers sowie </w:t>
      </w:r>
    </w:p>
    <w:p w14:paraId="5A735DED" w14:textId="77777777" w:rsidR="009B03B2" w:rsidRPr="00307B7B" w:rsidRDefault="009B03B2" w:rsidP="009B03B2">
      <w:pPr>
        <w:pStyle w:val="Listenabsatz"/>
        <w:numPr>
          <w:ilvl w:val="0"/>
          <w:numId w:val="26"/>
        </w:numPr>
        <w:tabs>
          <w:tab w:val="clear" w:pos="8477"/>
        </w:tabs>
        <w:spacing w:after="160" w:line="360" w:lineRule="auto"/>
        <w:rPr>
          <w:rFonts w:ascii="Arial" w:hAnsi="Arial" w:cs="Arial"/>
          <w:b/>
          <w:i/>
          <w:szCs w:val="21"/>
        </w:rPr>
      </w:pPr>
      <w:r w:rsidRPr="00307B7B">
        <w:rPr>
          <w:rFonts w:ascii="Arial" w:hAnsi="Arial" w:cs="Arial"/>
          <w:b/>
          <w:i/>
          <w:szCs w:val="21"/>
        </w:rPr>
        <w:t xml:space="preserve">der von dieser beauftragten Dritten, </w:t>
      </w:r>
    </w:p>
    <w:p w14:paraId="16E72524" w14:textId="77777777" w:rsidR="009B03B2" w:rsidRPr="00307B7B" w:rsidRDefault="009B03B2" w:rsidP="009B03B2">
      <w:pPr>
        <w:spacing w:line="360" w:lineRule="auto"/>
        <w:rPr>
          <w:rFonts w:ascii="Arial" w:hAnsi="Arial" w:cs="Arial"/>
          <w:b/>
          <w:i/>
          <w:szCs w:val="21"/>
        </w:rPr>
      </w:pPr>
      <w:r w:rsidRPr="00307B7B">
        <w:rPr>
          <w:rFonts w:ascii="Arial" w:hAnsi="Arial" w:cs="Arial"/>
          <w:b/>
          <w:i/>
          <w:szCs w:val="21"/>
        </w:rPr>
        <w:t>die an einem Vergabeverfahren mitwirken</w:t>
      </w:r>
    </w:p>
    <w:p w14:paraId="3C8899F7" w14:textId="77777777" w:rsidR="009B03B2" w:rsidRPr="00307B7B" w:rsidRDefault="009B03B2" w:rsidP="009B03B2">
      <w:pPr>
        <w:spacing w:line="360" w:lineRule="auto"/>
        <w:rPr>
          <w:rFonts w:ascii="Arial" w:hAnsi="Arial" w:cs="Arial"/>
          <w:szCs w:val="21"/>
        </w:rPr>
      </w:pPr>
    </w:p>
    <w:p w14:paraId="5F8761EF" w14:textId="33978858" w:rsidR="009B03B2" w:rsidRPr="006D175C" w:rsidRDefault="009B03B2" w:rsidP="006D175C">
      <w:pPr>
        <w:pStyle w:val="berschrift4"/>
        <w:numPr>
          <w:ilvl w:val="0"/>
          <w:numId w:val="0"/>
        </w:numPr>
        <w:rPr>
          <w:rFonts w:ascii="Arial Black" w:hAnsi="Arial Black" w:cstheme="minorBidi"/>
          <w:color w:val="00B0F0"/>
          <w:sz w:val="16"/>
          <w:szCs w:val="22"/>
          <w:lang w:eastAsia="en-GB"/>
        </w:rPr>
      </w:pPr>
      <w:r w:rsidRPr="00307B7B">
        <w:rPr>
          <w:rFonts w:ascii="Arial" w:hAnsi="Arial" w:cs="Arial"/>
          <w:b/>
          <w:bCs/>
          <w:szCs w:val="21"/>
        </w:rPr>
        <w:t>Betroffenes Verfahren</w:t>
      </w:r>
      <w:r w:rsidRPr="00307B7B">
        <w:rPr>
          <w:rFonts w:ascii="Arial" w:hAnsi="Arial" w:cs="Arial"/>
          <w:szCs w:val="21"/>
        </w:rPr>
        <w:t xml:space="preserve">: </w:t>
      </w:r>
      <w:r w:rsidR="005B3DC9">
        <w:rPr>
          <w:rStyle w:val="Grundtextfett"/>
          <w:color w:val="00B0F0"/>
        </w:rPr>
        <w:t>Rahmenvertrag QS</w:t>
      </w:r>
    </w:p>
    <w:p w14:paraId="67C4F96B" w14:textId="77777777" w:rsidR="009B03B2" w:rsidRPr="00307B7B" w:rsidRDefault="009B03B2" w:rsidP="009B03B2">
      <w:pPr>
        <w:spacing w:line="360" w:lineRule="auto"/>
        <w:rPr>
          <w:rFonts w:ascii="Arial" w:hAnsi="Arial" w:cs="Arial"/>
          <w:szCs w:val="21"/>
        </w:rPr>
      </w:pPr>
    </w:p>
    <w:p w14:paraId="0AA177C8" w14:textId="3D03A6AA" w:rsidR="009B03B2" w:rsidRPr="00307B7B" w:rsidRDefault="009B03B2" w:rsidP="009B03B2">
      <w:pPr>
        <w:spacing w:line="360" w:lineRule="auto"/>
        <w:rPr>
          <w:rFonts w:ascii="Arial" w:hAnsi="Arial" w:cs="Arial"/>
          <w:szCs w:val="21"/>
        </w:rPr>
      </w:pPr>
      <w:r w:rsidRPr="00307B7B">
        <w:rPr>
          <w:rFonts w:ascii="Arial" w:hAnsi="Arial" w:cs="Arial"/>
          <w:szCs w:val="21"/>
        </w:rPr>
        <w:t xml:space="preserve">Bei meiner Tätigkeit im Rahmen eines Beschaffungsverfahrens vertrete ich </w:t>
      </w:r>
      <w:proofErr w:type="gramStart"/>
      <w:r w:rsidRPr="00307B7B">
        <w:rPr>
          <w:rFonts w:ascii="Arial" w:hAnsi="Arial" w:cs="Arial"/>
          <w:szCs w:val="21"/>
        </w:rPr>
        <w:t>ausschliesslich die Interessen</w:t>
      </w:r>
      <w:proofErr w:type="gramEnd"/>
      <w:r w:rsidRPr="00307B7B">
        <w:rPr>
          <w:rFonts w:ascii="Arial" w:hAnsi="Arial" w:cs="Arial"/>
          <w:szCs w:val="21"/>
        </w:rPr>
        <w:t xml:space="preserve"> </w:t>
      </w:r>
      <w:r w:rsidRPr="006D175C">
        <w:rPr>
          <w:rFonts w:ascii="Arial" w:hAnsi="Arial" w:cs="Arial"/>
          <w:color w:val="00B0F0"/>
          <w:szCs w:val="21"/>
        </w:rPr>
        <w:t xml:space="preserve">des Hochbauamtes des </w:t>
      </w:r>
      <w:r w:rsidRPr="006D7A42">
        <w:rPr>
          <w:rFonts w:ascii="Arial" w:hAnsi="Arial" w:cs="Arial"/>
          <w:color w:val="00B0F0"/>
          <w:szCs w:val="21"/>
        </w:rPr>
        <w:t>Kantons Zürich</w:t>
      </w:r>
      <w:r w:rsidRPr="006D175C">
        <w:rPr>
          <w:rFonts w:ascii="Arial" w:hAnsi="Arial" w:cs="Arial"/>
          <w:color w:val="00B0F0"/>
          <w:szCs w:val="21"/>
        </w:rPr>
        <w:t xml:space="preserve">. </w:t>
      </w:r>
      <w:r w:rsidRPr="00307B7B">
        <w:rPr>
          <w:rFonts w:ascii="Arial" w:hAnsi="Arial" w:cs="Arial"/>
          <w:szCs w:val="21"/>
        </w:rPr>
        <w:t xml:space="preserve">Sobald ich einen </w:t>
      </w:r>
      <w:proofErr w:type="spellStart"/>
      <w:r w:rsidRPr="00307B7B">
        <w:rPr>
          <w:rFonts w:ascii="Arial" w:hAnsi="Arial" w:cs="Arial"/>
          <w:szCs w:val="21"/>
        </w:rPr>
        <w:t>Ausstandsgrund</w:t>
      </w:r>
      <w:proofErr w:type="spellEnd"/>
      <w:r w:rsidRPr="00307B7B">
        <w:rPr>
          <w:rFonts w:ascii="Arial" w:hAnsi="Arial" w:cs="Arial"/>
          <w:szCs w:val="21"/>
        </w:rPr>
        <w:t xml:space="preserve"> feststelle, trete ich in den Ausstand.</w:t>
      </w:r>
    </w:p>
    <w:p w14:paraId="6F7CFB6F" w14:textId="77777777" w:rsidR="009B03B2" w:rsidRPr="00307B7B" w:rsidRDefault="009B03B2" w:rsidP="009B03B2">
      <w:pPr>
        <w:spacing w:line="360" w:lineRule="auto"/>
        <w:rPr>
          <w:rFonts w:ascii="Arial" w:hAnsi="Arial" w:cs="Arial"/>
          <w:szCs w:val="21"/>
        </w:rPr>
      </w:pPr>
      <w:r w:rsidRPr="00307B7B">
        <w:rPr>
          <w:rFonts w:ascii="Arial" w:hAnsi="Arial" w:cs="Arial"/>
          <w:szCs w:val="21"/>
        </w:rPr>
        <w:t xml:space="preserve">Es ist mir bewusst, dass an einem Vergabeverfahren gemäss Art. 13 </w:t>
      </w:r>
      <w:proofErr w:type="spellStart"/>
      <w:r w:rsidRPr="00307B7B">
        <w:rPr>
          <w:rFonts w:ascii="Arial" w:hAnsi="Arial" w:cs="Arial"/>
          <w:szCs w:val="21"/>
        </w:rPr>
        <w:t>IVöB</w:t>
      </w:r>
      <w:proofErr w:type="spellEnd"/>
      <w:r w:rsidRPr="00307B7B">
        <w:rPr>
          <w:rFonts w:ascii="Arial" w:hAnsi="Arial" w:cs="Arial"/>
          <w:szCs w:val="21"/>
        </w:rPr>
        <w:t xml:space="preserve"> auf Seiten des Auftraggebers oder eines Expertengremiums keine Personen mitwirken dürfen, die</w:t>
      </w:r>
    </w:p>
    <w:p w14:paraId="28C6D1FA" w14:textId="77777777" w:rsidR="009B03B2" w:rsidRPr="00307B7B" w:rsidRDefault="009B03B2" w:rsidP="009B03B2">
      <w:pPr>
        <w:pStyle w:val="Listenabsatz"/>
        <w:numPr>
          <w:ilvl w:val="0"/>
          <w:numId w:val="24"/>
        </w:numPr>
        <w:tabs>
          <w:tab w:val="clear" w:pos="8477"/>
        </w:tabs>
        <w:spacing w:after="160" w:line="240" w:lineRule="auto"/>
        <w:ind w:left="357" w:hanging="357"/>
        <w:contextualSpacing w:val="0"/>
        <w:rPr>
          <w:rFonts w:ascii="Arial" w:hAnsi="Arial" w:cs="Arial"/>
          <w:szCs w:val="21"/>
        </w:rPr>
      </w:pPr>
      <w:r w:rsidRPr="00307B7B">
        <w:rPr>
          <w:rFonts w:ascii="Arial" w:hAnsi="Arial" w:cs="Arial"/>
          <w:szCs w:val="21"/>
        </w:rPr>
        <w:t>an einem Auftrag ein persönliches Interesse haben;</w:t>
      </w:r>
    </w:p>
    <w:p w14:paraId="6E723903" w14:textId="77777777" w:rsidR="009B03B2" w:rsidRPr="00307B7B" w:rsidRDefault="009B03B2" w:rsidP="009B03B2">
      <w:pPr>
        <w:pStyle w:val="Listenabsatz"/>
        <w:numPr>
          <w:ilvl w:val="0"/>
          <w:numId w:val="24"/>
        </w:numPr>
        <w:tabs>
          <w:tab w:val="clear" w:pos="8477"/>
        </w:tabs>
        <w:spacing w:after="160" w:line="240" w:lineRule="auto"/>
        <w:ind w:left="357" w:hanging="357"/>
        <w:contextualSpacing w:val="0"/>
        <w:rPr>
          <w:rFonts w:ascii="Arial" w:hAnsi="Arial" w:cs="Arial"/>
          <w:szCs w:val="21"/>
        </w:rPr>
      </w:pPr>
      <w:r w:rsidRPr="00307B7B">
        <w:rPr>
          <w:rFonts w:ascii="Arial" w:hAnsi="Arial" w:cs="Arial"/>
          <w:szCs w:val="21"/>
        </w:rPr>
        <w:t>mit einer Anbieterin oder mit einem Mitglied eines ihrer Organe durch Ehe oder eingetragene Partnerschaft verbunden sind oder eine faktische Lebensgemeinschaft führen;</w:t>
      </w:r>
    </w:p>
    <w:p w14:paraId="2F021616" w14:textId="77777777" w:rsidR="009B03B2" w:rsidRPr="00307B7B" w:rsidRDefault="009B03B2" w:rsidP="009B03B2">
      <w:pPr>
        <w:pStyle w:val="Listenabsatz"/>
        <w:numPr>
          <w:ilvl w:val="0"/>
          <w:numId w:val="24"/>
        </w:numPr>
        <w:tabs>
          <w:tab w:val="clear" w:pos="8477"/>
        </w:tabs>
        <w:spacing w:after="160" w:line="240" w:lineRule="auto"/>
        <w:ind w:left="357" w:hanging="357"/>
        <w:contextualSpacing w:val="0"/>
        <w:rPr>
          <w:rFonts w:ascii="Arial" w:hAnsi="Arial" w:cs="Arial"/>
          <w:szCs w:val="21"/>
        </w:rPr>
      </w:pPr>
      <w:r w:rsidRPr="00307B7B">
        <w:rPr>
          <w:rFonts w:ascii="Arial" w:hAnsi="Arial" w:cs="Arial"/>
          <w:szCs w:val="21"/>
        </w:rPr>
        <w:t>mit einer Anbieterin oder mit einem Mitglied eines ihrer Organe in gerader Linie oder bis zum dritten Grad in der Seitenlinie verwandt oder verschwägert sind;</w:t>
      </w:r>
    </w:p>
    <w:p w14:paraId="7E161657" w14:textId="77777777" w:rsidR="009B03B2" w:rsidRPr="00307B7B" w:rsidRDefault="009B03B2" w:rsidP="009B03B2">
      <w:pPr>
        <w:pStyle w:val="Listenabsatz"/>
        <w:numPr>
          <w:ilvl w:val="0"/>
          <w:numId w:val="24"/>
        </w:numPr>
        <w:tabs>
          <w:tab w:val="clear" w:pos="8477"/>
        </w:tabs>
        <w:spacing w:after="160" w:line="240" w:lineRule="auto"/>
        <w:ind w:left="357" w:hanging="357"/>
        <w:contextualSpacing w:val="0"/>
        <w:rPr>
          <w:rFonts w:ascii="Arial" w:hAnsi="Arial" w:cs="Arial"/>
          <w:szCs w:val="21"/>
        </w:rPr>
      </w:pPr>
      <w:r w:rsidRPr="00307B7B">
        <w:rPr>
          <w:rFonts w:ascii="Arial" w:hAnsi="Arial" w:cs="Arial"/>
          <w:szCs w:val="21"/>
        </w:rPr>
        <w:t>Vertreterinnen oder Vertreter einer Anbieterin sind oder für eine Anbieterin in der gleichen Sache tätig waren; oder</w:t>
      </w:r>
    </w:p>
    <w:p w14:paraId="30640B55" w14:textId="77777777" w:rsidR="009B03B2" w:rsidRPr="00307B7B" w:rsidRDefault="009B03B2" w:rsidP="009B03B2">
      <w:pPr>
        <w:pStyle w:val="Listenabsatz"/>
        <w:numPr>
          <w:ilvl w:val="0"/>
          <w:numId w:val="24"/>
        </w:numPr>
        <w:tabs>
          <w:tab w:val="clear" w:pos="8477"/>
        </w:tabs>
        <w:spacing w:after="160" w:line="240" w:lineRule="auto"/>
        <w:ind w:left="357" w:hanging="357"/>
        <w:contextualSpacing w:val="0"/>
        <w:rPr>
          <w:rFonts w:ascii="Arial" w:hAnsi="Arial" w:cs="Arial"/>
          <w:szCs w:val="21"/>
        </w:rPr>
      </w:pPr>
      <w:r w:rsidRPr="00307B7B">
        <w:rPr>
          <w:rFonts w:ascii="Arial" w:hAnsi="Arial" w:cs="Arial"/>
          <w:szCs w:val="21"/>
        </w:rPr>
        <w:t>aufgrund anderer Umstände die für die Durchführung öffentlicher Beschaffungen erforderliche Unabhängigkeit vermissen lassen.</w:t>
      </w:r>
    </w:p>
    <w:p w14:paraId="09137BF2" w14:textId="77777777" w:rsidR="009B03B2" w:rsidRDefault="009B03B2" w:rsidP="009B03B2">
      <w:pPr>
        <w:spacing w:line="360" w:lineRule="auto"/>
        <w:rPr>
          <w:rFonts w:ascii="Arial" w:hAnsi="Arial" w:cs="Arial"/>
          <w:b/>
          <w:iCs/>
          <w:szCs w:val="21"/>
        </w:rPr>
      </w:pPr>
    </w:p>
    <w:p w14:paraId="4B86B201" w14:textId="77777777" w:rsidR="009B03B2" w:rsidRDefault="009B03B2" w:rsidP="009B03B2">
      <w:pPr>
        <w:spacing w:line="360" w:lineRule="auto"/>
        <w:rPr>
          <w:rFonts w:ascii="Arial" w:hAnsi="Arial" w:cs="Arial"/>
          <w:b/>
          <w:iCs/>
          <w:szCs w:val="21"/>
        </w:rPr>
      </w:pPr>
      <w:r w:rsidRPr="00307B7B">
        <w:rPr>
          <w:rFonts w:ascii="Arial" w:hAnsi="Arial" w:cs="Arial"/>
          <w:b/>
          <w:iCs/>
          <w:szCs w:val="21"/>
        </w:rPr>
        <w:t>In diesen Fällen bin ich verpflichtet, in den Ausstand zu treten, weil sonst der Vergabeentscheid mit einem formellen Fehler behaftet ist und vom Gericht aufgehoben werden kann.</w:t>
      </w:r>
    </w:p>
    <w:p w14:paraId="0967A7F5" w14:textId="77777777" w:rsidR="009B03B2" w:rsidRPr="00307B7B" w:rsidRDefault="009B03B2" w:rsidP="009B03B2">
      <w:pPr>
        <w:spacing w:line="360" w:lineRule="auto"/>
        <w:rPr>
          <w:rFonts w:ascii="Arial" w:hAnsi="Arial" w:cs="Arial"/>
          <w:b/>
          <w:iCs/>
          <w:szCs w:val="21"/>
        </w:rPr>
      </w:pPr>
    </w:p>
    <w:p w14:paraId="68A32271" w14:textId="77777777" w:rsidR="009B03B2" w:rsidRPr="00307B7B" w:rsidRDefault="009B03B2" w:rsidP="009B03B2">
      <w:pPr>
        <w:spacing w:line="360" w:lineRule="auto"/>
        <w:rPr>
          <w:rFonts w:ascii="Arial" w:hAnsi="Arial" w:cs="Arial"/>
          <w:szCs w:val="21"/>
        </w:rPr>
      </w:pPr>
      <w:r w:rsidRPr="00307B7B">
        <w:rPr>
          <w:rFonts w:ascii="Arial" w:hAnsi="Arial" w:cs="Arial"/>
          <w:szCs w:val="21"/>
        </w:rPr>
        <w:t>Daher ist mir bewusst, dass ich verpflichtet bin, meiner vorgesetzten Person bzw. meinem Auftraggeber umgehend schriftlich Nebenbeschäftigungen und Auftragsverhältnisse sowie Interessenbindungen mitzuteilen, die zu einem Interessenkonflikt beim Vergabeverfahren führen können, falls ich im Rahmen eines Beschaffungsprojekts feststelle, dass ich mit einer Anbieterin oder mit einem Mitglied deren Organe eine Interessenbindung habe, die zu einem Interessenkonflikt führen kann.</w:t>
      </w:r>
    </w:p>
    <w:p w14:paraId="556D2AFB" w14:textId="77777777" w:rsidR="009B03B2" w:rsidRPr="00307B7B" w:rsidRDefault="009B03B2" w:rsidP="009B03B2">
      <w:pPr>
        <w:pStyle w:val="Listenabsatz"/>
        <w:numPr>
          <w:ilvl w:val="0"/>
          <w:numId w:val="25"/>
        </w:numPr>
        <w:tabs>
          <w:tab w:val="clear" w:pos="8477"/>
        </w:tabs>
        <w:autoSpaceDE w:val="0"/>
        <w:autoSpaceDN w:val="0"/>
        <w:adjustRightInd w:val="0"/>
        <w:spacing w:after="240" w:line="240" w:lineRule="auto"/>
        <w:ind w:left="357"/>
        <w:contextualSpacing w:val="0"/>
        <w:rPr>
          <w:rFonts w:ascii="Arial" w:hAnsi="Arial" w:cs="Arial"/>
          <w:szCs w:val="21"/>
        </w:rPr>
      </w:pPr>
      <w:r w:rsidRPr="00307B7B">
        <w:rPr>
          <w:rFonts w:ascii="Arial" w:hAnsi="Arial" w:cs="Arial"/>
          <w:szCs w:val="21"/>
        </w:rPr>
        <w:t xml:space="preserve">Ich nehme zur Kenntnis, dass eine konfliktträchtige Interessenbindung dann vorliegt, wenn ein Angebot eines Anbieters eingeht, zu der ich eine besondere Beziehungsnähe aufweise. Darunter fallen etwa aktuelle oder frühere enge (private) Geschäftsbeziehungen (z.B. Kundenbeziehung, strategische Partnerschaft, Beteiligungsform, Anstellungsverhältnis), Ehe, eingetragene Partnerschaft oder eine eheähnliche Gemeinschaft, </w:t>
      </w:r>
      <w:r w:rsidRPr="00307B7B">
        <w:rPr>
          <w:rFonts w:ascii="Arial" w:hAnsi="Arial" w:cs="Arial"/>
          <w:szCs w:val="21"/>
        </w:rPr>
        <w:lastRenderedPageBreak/>
        <w:t>Verwandtschaft oder Schwägerschaft, ein wirtschaftliches oder anderes Abhängigkeitsverhältnis oder eine mehrjährige vertiefte Kameradschaft (z.B. aufgrund des Militärdienstes).</w:t>
      </w:r>
    </w:p>
    <w:p w14:paraId="5816C888" w14:textId="42295B78" w:rsidR="009B03B2" w:rsidRPr="00307B7B" w:rsidRDefault="009B03B2" w:rsidP="009B03B2">
      <w:pPr>
        <w:pStyle w:val="Listenabsatz"/>
        <w:numPr>
          <w:ilvl w:val="0"/>
          <w:numId w:val="25"/>
        </w:numPr>
        <w:tabs>
          <w:tab w:val="clear" w:pos="8477"/>
        </w:tabs>
        <w:spacing w:after="240" w:line="240" w:lineRule="auto"/>
        <w:ind w:left="357"/>
        <w:contextualSpacing w:val="0"/>
        <w:rPr>
          <w:rFonts w:ascii="Arial" w:hAnsi="Arial" w:cs="Arial"/>
          <w:szCs w:val="21"/>
        </w:rPr>
      </w:pPr>
      <w:r w:rsidRPr="00307B7B">
        <w:rPr>
          <w:rFonts w:ascii="Arial" w:hAnsi="Arial" w:cs="Arial"/>
          <w:szCs w:val="21"/>
        </w:rPr>
        <w:t xml:space="preserve">Zudem vertrete ich </w:t>
      </w:r>
      <w:proofErr w:type="gramStart"/>
      <w:r w:rsidRPr="00307B7B">
        <w:rPr>
          <w:rFonts w:ascii="Arial" w:hAnsi="Arial" w:cs="Arial"/>
          <w:szCs w:val="21"/>
        </w:rPr>
        <w:t>ausschliesslich die Interessen</w:t>
      </w:r>
      <w:proofErr w:type="gramEnd"/>
      <w:r w:rsidRPr="00307B7B">
        <w:rPr>
          <w:rFonts w:ascii="Arial" w:hAnsi="Arial" w:cs="Arial"/>
          <w:szCs w:val="21"/>
        </w:rPr>
        <w:t xml:space="preserve"> </w:t>
      </w:r>
      <w:r w:rsidR="00A46F93" w:rsidRPr="008F48FD">
        <w:rPr>
          <w:rFonts w:ascii="Arial" w:hAnsi="Arial" w:cs="Arial"/>
          <w:color w:val="00B0F0"/>
          <w:szCs w:val="21"/>
        </w:rPr>
        <w:t xml:space="preserve">des Hochbauamtes des </w:t>
      </w:r>
      <w:r w:rsidR="00A46F93" w:rsidRPr="006D7A42">
        <w:rPr>
          <w:rFonts w:ascii="Arial" w:hAnsi="Arial" w:cs="Arial"/>
          <w:color w:val="00B0F0"/>
          <w:szCs w:val="21"/>
        </w:rPr>
        <w:t>Kantons Zürich</w:t>
      </w:r>
      <w:r w:rsidR="00A46F93" w:rsidRPr="00307B7B" w:rsidDel="00A46F93">
        <w:rPr>
          <w:rFonts w:ascii="Arial" w:hAnsi="Arial" w:cs="Arial"/>
          <w:szCs w:val="21"/>
        </w:rPr>
        <w:t xml:space="preserve"> </w:t>
      </w:r>
      <w:r w:rsidRPr="00307B7B">
        <w:rPr>
          <w:rFonts w:ascii="Arial" w:hAnsi="Arial" w:cs="Arial"/>
          <w:szCs w:val="21"/>
        </w:rPr>
        <w:t>bei der Evaluation eingegangener Angebote im Rahmen eines Beschaffungsverfahrens. In einem Beschaffungsverfahren sind sämtliche Informationen, Unterlagen und Ergebnisse vor, während und nach dem Vergabeverfahren vertraulich. Das bedeutet, dass diese Daten unberechtigten Dritten in keiner Art und Weise zugänglich gemacht und nicht aus den hierfür bestimmten Räumlichkeiten entfernt werden dürfen.</w:t>
      </w:r>
    </w:p>
    <w:p w14:paraId="7D17F214" w14:textId="77777777" w:rsidR="009B03B2" w:rsidRPr="00307B7B" w:rsidRDefault="009B03B2" w:rsidP="009B03B2">
      <w:pPr>
        <w:pStyle w:val="Listenabsatz"/>
        <w:numPr>
          <w:ilvl w:val="0"/>
          <w:numId w:val="25"/>
        </w:numPr>
        <w:tabs>
          <w:tab w:val="clear" w:pos="8477"/>
        </w:tabs>
        <w:spacing w:after="240" w:line="240" w:lineRule="auto"/>
        <w:ind w:left="357"/>
        <w:contextualSpacing w:val="0"/>
        <w:rPr>
          <w:rFonts w:ascii="Arial" w:hAnsi="Arial" w:cs="Arial"/>
          <w:szCs w:val="21"/>
        </w:rPr>
      </w:pPr>
      <w:r w:rsidRPr="00307B7B">
        <w:rPr>
          <w:rFonts w:ascii="Arial" w:hAnsi="Arial" w:cs="Arial"/>
          <w:szCs w:val="21"/>
        </w:rPr>
        <w:t>Zudem darf vor und während des Vergabeverfahrens kein Kontakt mit potenziellen Anbietern betreffend die fragliche Beschaffung stattfinden, welcher die Gleichbehandlung aller Anbietenden gefährden könnte (zulässige Marktabklärungen sind offenzulegen).</w:t>
      </w:r>
    </w:p>
    <w:p w14:paraId="1AAEDFF4" w14:textId="77777777" w:rsidR="009B03B2" w:rsidRPr="00307B7B" w:rsidRDefault="009B03B2" w:rsidP="009B03B2">
      <w:pPr>
        <w:pStyle w:val="Listenabsatz"/>
        <w:numPr>
          <w:ilvl w:val="0"/>
          <w:numId w:val="25"/>
        </w:numPr>
        <w:tabs>
          <w:tab w:val="clear" w:pos="8477"/>
        </w:tabs>
        <w:spacing w:after="240" w:line="240" w:lineRule="auto"/>
        <w:ind w:left="357"/>
        <w:contextualSpacing w:val="0"/>
        <w:rPr>
          <w:rFonts w:ascii="Arial" w:hAnsi="Arial" w:cs="Arial"/>
          <w:szCs w:val="21"/>
        </w:rPr>
      </w:pPr>
      <w:r w:rsidRPr="00307B7B">
        <w:rPr>
          <w:rFonts w:ascii="Arial" w:hAnsi="Arial" w:cs="Arial"/>
          <w:szCs w:val="21"/>
        </w:rPr>
        <w:t>Die Nichteinhaltung der oben aufgeführten Punkte kann für Mitarbeiterinnen und Mitarbeiter eines Auftraggebers sowie von ihm beauftragte Dritte, die an einem Beschaffungsverfahren mitwirken rechtliche Folgen nach sich ziehen (insbesondere personalrechtliche, zivilrechtliche, strafrechtliche Sanktionen).</w:t>
      </w:r>
    </w:p>
    <w:p w14:paraId="41D262B1" w14:textId="77777777" w:rsidR="009B03B2" w:rsidRPr="00307B7B" w:rsidRDefault="009B03B2" w:rsidP="009B03B2">
      <w:pPr>
        <w:spacing w:line="360" w:lineRule="auto"/>
        <w:rPr>
          <w:rFonts w:ascii="Arial" w:hAnsi="Arial" w:cs="Arial"/>
          <w:szCs w:val="21"/>
        </w:rPr>
      </w:pPr>
    </w:p>
    <w:p w14:paraId="3F20EBFB" w14:textId="77777777" w:rsidR="009B03B2" w:rsidRPr="00307B7B" w:rsidRDefault="009B03B2" w:rsidP="009B03B2">
      <w:pPr>
        <w:spacing w:line="360" w:lineRule="auto"/>
        <w:rPr>
          <w:rFonts w:ascii="Arial" w:hAnsi="Arial" w:cs="Arial"/>
          <w:szCs w:val="21"/>
        </w:rPr>
      </w:pPr>
      <w:r w:rsidRPr="00307B7B">
        <w:rPr>
          <w:rFonts w:ascii="Arial" w:hAnsi="Arial" w:cs="Arial"/>
          <w:szCs w:val="21"/>
        </w:rPr>
        <w:t>Ich bestätige, die obigen Ausführungen und Verpflichtungen zur Kenntnis genommen und verstanden zu haben.</w:t>
      </w:r>
    </w:p>
    <w:p w14:paraId="6D09C131" w14:textId="77777777" w:rsidR="009B03B2" w:rsidRPr="00307B7B" w:rsidRDefault="009B03B2" w:rsidP="009B03B2">
      <w:pPr>
        <w:spacing w:line="360" w:lineRule="auto"/>
        <w:rPr>
          <w:rFonts w:ascii="Arial" w:hAnsi="Arial" w:cs="Arial"/>
          <w:szCs w:val="21"/>
        </w:rPr>
      </w:pPr>
    </w:p>
    <w:p w14:paraId="2A4559CE" w14:textId="77777777" w:rsidR="009B03B2" w:rsidRPr="00307B7B" w:rsidRDefault="009B03B2" w:rsidP="009B03B2">
      <w:pPr>
        <w:tabs>
          <w:tab w:val="left" w:pos="4536"/>
        </w:tabs>
        <w:spacing w:line="360" w:lineRule="auto"/>
        <w:rPr>
          <w:rFonts w:ascii="Arial" w:hAnsi="Arial" w:cs="Arial"/>
          <w:szCs w:val="21"/>
        </w:rPr>
      </w:pPr>
      <w:r w:rsidRPr="00307B7B">
        <w:rPr>
          <w:rFonts w:ascii="Arial" w:hAnsi="Arial" w:cs="Arial"/>
          <w:szCs w:val="21"/>
        </w:rPr>
        <w:t>Ort/Datum</w:t>
      </w:r>
      <w:r w:rsidRPr="00307B7B">
        <w:rPr>
          <w:rFonts w:ascii="Arial" w:hAnsi="Arial" w:cs="Arial"/>
          <w:szCs w:val="21"/>
        </w:rPr>
        <w:tab/>
        <w:t>Name/Vorname</w:t>
      </w:r>
    </w:p>
    <w:p w14:paraId="419307FB" w14:textId="77777777" w:rsidR="009B03B2" w:rsidRPr="00307B7B" w:rsidRDefault="009B03B2" w:rsidP="009B03B2">
      <w:pPr>
        <w:tabs>
          <w:tab w:val="left" w:pos="4536"/>
        </w:tabs>
        <w:spacing w:line="360" w:lineRule="auto"/>
        <w:rPr>
          <w:rFonts w:ascii="Arial" w:hAnsi="Arial" w:cs="Arial"/>
          <w:szCs w:val="21"/>
        </w:rPr>
      </w:pPr>
    </w:p>
    <w:p w14:paraId="40A60159" w14:textId="77777777" w:rsidR="009B03B2" w:rsidRPr="00307B7B" w:rsidRDefault="009B03B2" w:rsidP="009B03B2">
      <w:pPr>
        <w:tabs>
          <w:tab w:val="left" w:pos="4536"/>
        </w:tabs>
        <w:spacing w:line="360" w:lineRule="auto"/>
        <w:rPr>
          <w:rFonts w:ascii="Arial" w:hAnsi="Arial" w:cs="Arial"/>
          <w:szCs w:val="21"/>
        </w:rPr>
      </w:pPr>
      <w:r w:rsidRPr="00307B7B">
        <w:rPr>
          <w:rFonts w:ascii="Arial" w:hAnsi="Arial" w:cs="Arial"/>
          <w:szCs w:val="21"/>
        </w:rPr>
        <w:t>……………………………………………..</w:t>
      </w:r>
      <w:r w:rsidRPr="00307B7B">
        <w:rPr>
          <w:rFonts w:ascii="Arial" w:hAnsi="Arial" w:cs="Arial"/>
          <w:szCs w:val="21"/>
        </w:rPr>
        <w:tab/>
        <w:t>……………………………………………..</w:t>
      </w:r>
    </w:p>
    <w:p w14:paraId="31150FB6" w14:textId="77777777" w:rsidR="009B03B2" w:rsidRPr="00453D4E" w:rsidRDefault="009B03B2" w:rsidP="009B03B2">
      <w:pPr>
        <w:pBdr>
          <w:bottom w:val="single" w:sz="4" w:space="1" w:color="auto"/>
        </w:pBdr>
        <w:spacing w:line="360" w:lineRule="auto"/>
        <w:rPr>
          <w:szCs w:val="21"/>
        </w:rPr>
      </w:pPr>
    </w:p>
    <w:sectPr w:rsidR="009B03B2" w:rsidRPr="00453D4E" w:rsidSect="002231C4">
      <w:headerReference w:type="first" r:id="rId11"/>
      <w:pgSz w:w="11906" w:h="16838" w:code="9"/>
      <w:pgMar w:top="2296" w:right="964" w:bottom="709" w:left="2466" w:header="737" w:footer="435" w:gutter="0"/>
      <w:cols w:space="28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02D8D" w14:textId="77777777" w:rsidR="00DA7BE1" w:rsidRDefault="00DA7BE1" w:rsidP="000B1DB6">
      <w:pPr>
        <w:spacing w:line="240" w:lineRule="auto"/>
      </w:pPr>
      <w:r>
        <w:separator/>
      </w:r>
    </w:p>
    <w:p w14:paraId="78D06A76" w14:textId="77777777" w:rsidR="00DA7BE1" w:rsidRDefault="00DA7BE1"/>
  </w:endnote>
  <w:endnote w:type="continuationSeparator" w:id="0">
    <w:p w14:paraId="53A40AD2" w14:textId="77777777" w:rsidR="00DA7BE1" w:rsidRDefault="00DA7BE1" w:rsidP="000B1DB6">
      <w:pPr>
        <w:spacing w:line="240" w:lineRule="auto"/>
      </w:pPr>
      <w:r>
        <w:continuationSeparator/>
      </w:r>
    </w:p>
    <w:p w14:paraId="573FEC7C" w14:textId="77777777" w:rsidR="00DA7BE1" w:rsidRDefault="00DA7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00002FF" w:usb1="4000205B"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88B2D" w14:textId="3F400D1F" w:rsidR="00B04A8A" w:rsidRPr="00B95024" w:rsidRDefault="00B04A8A" w:rsidP="00B95024">
    <w:pPr>
      <w:rPr>
        <w:rStyle w:val="klein"/>
      </w:rPr>
    </w:pPr>
    <w:r w:rsidRPr="00B95024">
      <w:rPr>
        <w:rStyle w:val="klein"/>
      </w:rPr>
      <w:t xml:space="preserve">Version </w:t>
    </w:r>
    <w:r w:rsidR="002C6333" w:rsidRPr="00B95024">
      <w:rPr>
        <w:rStyle w:val="klein"/>
      </w:rPr>
      <w:t>X. MMMM JJJJ</w:t>
    </w:r>
  </w:p>
  <w:p w14:paraId="18BF9B24" w14:textId="77777777" w:rsidR="00EF11B9" w:rsidRDefault="00EF11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B92D1" w14:textId="77777777" w:rsidR="00DA7BE1" w:rsidRDefault="00DA7BE1" w:rsidP="000B1DB6">
      <w:pPr>
        <w:spacing w:line="240" w:lineRule="auto"/>
      </w:pPr>
      <w:r>
        <w:separator/>
      </w:r>
    </w:p>
    <w:p w14:paraId="76CC2B7F" w14:textId="77777777" w:rsidR="00DA7BE1" w:rsidRDefault="00DA7BE1"/>
  </w:footnote>
  <w:footnote w:type="continuationSeparator" w:id="0">
    <w:p w14:paraId="4D69CCD1" w14:textId="77777777" w:rsidR="00DA7BE1" w:rsidRDefault="00DA7BE1" w:rsidP="000B1DB6">
      <w:pPr>
        <w:spacing w:line="240" w:lineRule="auto"/>
      </w:pPr>
      <w:r>
        <w:continuationSeparator/>
      </w:r>
    </w:p>
    <w:p w14:paraId="6EE35C84" w14:textId="77777777" w:rsidR="00DA7BE1" w:rsidRDefault="00DA7B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866EF" w14:textId="77777777" w:rsidR="00B04A8A" w:rsidRDefault="00B04A8A" w:rsidP="009D4055">
    <w:pPr>
      <w:pStyle w:val="Kopfzeile"/>
    </w:pPr>
    <w:r>
      <w:rPr>
        <w:noProof/>
        <w:lang w:eastAsia="de-CH"/>
      </w:rPr>
      <mc:AlternateContent>
        <mc:Choice Requires="wps">
          <w:drawing>
            <wp:anchor distT="0" distB="0" distL="114300" distR="114300" simplePos="0" relativeHeight="251660288" behindDoc="0" locked="0" layoutInCell="1" allowOverlap="1" wp14:anchorId="6A5E428E" wp14:editId="3D2C393F">
              <wp:simplePos x="0" y="0"/>
              <wp:positionH relativeFrom="page">
                <wp:posOffset>5190490</wp:posOffset>
              </wp:positionH>
              <wp:positionV relativeFrom="page">
                <wp:posOffset>591820</wp:posOffset>
              </wp:positionV>
              <wp:extent cx="1756410" cy="43180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6410" cy="431800"/>
                      </a:xfrm>
                      <a:prstGeom prst="rect">
                        <a:avLst/>
                      </a:prstGeom>
                      <a:noFill/>
                      <a:ln w="6350">
                        <a:noFill/>
                      </a:ln>
                    </wps:spPr>
                    <wps:txbx>
                      <w:txbxContent>
                        <w:p w14:paraId="436D296B" w14:textId="77777777" w:rsidR="00B04A8A" w:rsidRDefault="00B04A8A" w:rsidP="009D4055">
                          <w:pPr>
                            <w:pStyle w:val="Kopfzeile"/>
                          </w:pPr>
                          <w:r>
                            <w:t>Hochbauamt</w:t>
                          </w:r>
                        </w:p>
                        <w:p w14:paraId="4DDAD74B" w14:textId="77777777" w:rsidR="00B04A8A" w:rsidRDefault="00B04A8A" w:rsidP="009D4055">
                          <w:pPr>
                            <w:pStyle w:val="Kopfzeile"/>
                          </w:pPr>
                          <w:r>
                            <w:fldChar w:fldCharType="begin"/>
                          </w:r>
                          <w:r>
                            <w:instrText xml:space="preserve"> PAGE   \* MERGEFORMAT </w:instrText>
                          </w:r>
                          <w:r>
                            <w:fldChar w:fldCharType="separate"/>
                          </w:r>
                          <w:r w:rsidR="000956FD">
                            <w:rPr>
                              <w:noProof/>
                            </w:rPr>
                            <w:t>2</w:t>
                          </w:r>
                          <w:r>
                            <w:fldChar w:fldCharType="end"/>
                          </w:r>
                          <w:r>
                            <w:t>/</w:t>
                          </w:r>
                          <w:r>
                            <w:rPr>
                              <w:noProof/>
                            </w:rPr>
                            <w:fldChar w:fldCharType="begin"/>
                          </w:r>
                          <w:r>
                            <w:rPr>
                              <w:noProof/>
                            </w:rPr>
                            <w:instrText xml:space="preserve"> NUMPAGES   \* MERGEFORMAT </w:instrText>
                          </w:r>
                          <w:r>
                            <w:rPr>
                              <w:noProof/>
                            </w:rPr>
                            <w:fldChar w:fldCharType="separate"/>
                          </w:r>
                          <w:r w:rsidR="000956FD">
                            <w:rPr>
                              <w:noProof/>
                            </w:rPr>
                            <w:t>11</w:t>
                          </w:r>
                          <w:r>
                            <w:rPr>
                              <w:noProof/>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5E428E" id="_x0000_t202" coordsize="21600,21600" o:spt="202" path="m,l,21600r21600,l21600,xe">
              <v:stroke joinstyle="miter"/>
              <v:path gradientshapeok="t" o:connecttype="rect"/>
            </v:shapetype>
            <v:shape id="Textfeld 4" o:spid="_x0000_s1026" type="#_x0000_t202" style="position:absolute;margin-left:408.7pt;margin-top:46.6pt;width:138.3pt;height:3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" filled="f" stroked="f" strokeweight=".5pt">
              <v:textbox inset="0,0,0,0">
                <w:txbxContent>
                  <w:p w14:paraId="436D296B" w14:textId="77777777" w:rsidR="00B04A8A" w:rsidRDefault="00B04A8A" w:rsidP="009D4055">
                    <w:pPr>
                      <w:pStyle w:val="Kopfzeile"/>
                    </w:pPr>
                    <w:r>
                      <w:t>Hochbauamt</w:t>
                    </w:r>
                  </w:p>
                  <w:p w14:paraId="4DDAD74B" w14:textId="77777777" w:rsidR="00B04A8A" w:rsidRDefault="00B04A8A" w:rsidP="009D4055">
                    <w:pPr>
                      <w:pStyle w:val="Kopfzeile"/>
                    </w:pPr>
                    <w:r>
                      <w:fldChar w:fldCharType="begin"/>
                    </w:r>
                    <w:r>
                      <w:instrText xml:space="preserve"> PAGE   \* MERGEFORMAT </w:instrText>
                    </w:r>
                    <w:r>
                      <w:fldChar w:fldCharType="separate"/>
                    </w:r>
                    <w:r w:rsidR="000956FD">
                      <w:rPr>
                        <w:noProof/>
                      </w:rPr>
                      <w:t>2</w:t>
                    </w:r>
                    <w:r>
                      <w:fldChar w:fldCharType="end"/>
                    </w:r>
                    <w:r>
                      <w:t>/</w:t>
                    </w:r>
                    <w:r>
                      <w:rPr>
                        <w:noProof/>
                      </w:rPr>
                      <w:fldChar w:fldCharType="begin"/>
                    </w:r>
                    <w:r>
                      <w:rPr>
                        <w:noProof/>
                      </w:rPr>
                      <w:instrText xml:space="preserve"> NUMPAGES   \* MERGEFORMAT </w:instrText>
                    </w:r>
                    <w:r>
                      <w:rPr>
                        <w:noProof/>
                      </w:rPr>
                      <w:fldChar w:fldCharType="separate"/>
                    </w:r>
                    <w:r w:rsidR="000956FD">
                      <w:rPr>
                        <w:noProof/>
                      </w:rPr>
                      <w:t>11</w:t>
                    </w:r>
                    <w:r>
                      <w:rPr>
                        <w:noProof/>
                      </w:rPr>
                      <w:fldChar w:fldCharType="end"/>
                    </w:r>
                  </w:p>
                </w:txbxContent>
              </v:textbox>
              <w10:wrap anchorx="page" anchory="page"/>
            </v:shape>
          </w:pict>
        </mc:Fallback>
      </mc:AlternateContent>
    </w:r>
    <w:r>
      <w:rPr>
        <w:noProof/>
        <w:lang w:eastAsia="de-CH"/>
      </w:rPr>
      <w:drawing>
        <wp:anchor distT="0" distB="0" distL="114300" distR="114300" simplePos="0" relativeHeight="251659264" behindDoc="0" locked="1" layoutInCell="1" allowOverlap="1" wp14:anchorId="649D02CC" wp14:editId="76812EF0">
          <wp:simplePos x="0" y="0"/>
          <wp:positionH relativeFrom="page">
            <wp:posOffset>4878705</wp:posOffset>
          </wp:positionH>
          <wp:positionV relativeFrom="page">
            <wp:posOffset>666115</wp:posOffset>
          </wp:positionV>
          <wp:extent cx="295200" cy="29520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5200" cy="295200"/>
                  </a:xfrm>
                  <a:prstGeom prst="rect">
                    <a:avLst/>
                  </a:prstGeom>
                </pic:spPr>
              </pic:pic>
            </a:graphicData>
          </a:graphic>
          <wp14:sizeRelH relativeFrom="margin">
            <wp14:pctWidth>0</wp14:pctWidth>
          </wp14:sizeRelH>
          <wp14:sizeRelV relativeFrom="margin">
            <wp14:pctHeight>0</wp14:pctHeight>
          </wp14:sizeRelV>
        </wp:anchor>
      </w:drawing>
    </w:r>
  </w:p>
  <w:p w14:paraId="73F1D38F" w14:textId="77777777" w:rsidR="00B04A8A" w:rsidRDefault="00B04A8A"/>
  <w:p w14:paraId="1802AF19" w14:textId="77777777" w:rsidR="00EF11B9" w:rsidRDefault="00EF11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CE6D9" w14:textId="77777777" w:rsidR="00B04A8A" w:rsidRDefault="00522656" w:rsidP="004B6C21">
    <w:pPr>
      <w:pStyle w:val="Kopfzeile"/>
    </w:pPr>
    <w:sdt>
      <w:sdtPr>
        <w:alias w:val="Signer_0.User.OuLev1"/>
        <w:id w:val="-624314614"/>
        <w:dataBinding w:xpath="//Text[@id='Signer_0.User.OuLev1']" w:storeItemID="{1A8AF5A7-6FDB-4418-8CC0-2E4AEB13F62C}"/>
        <w:text w:multiLine="1"/>
      </w:sdtPr>
      <w:sdtEndPr/>
      <w:sdtContent>
        <w:r w:rsidR="00B04A8A">
          <w:t>Kanton Zürich</w:t>
        </w:r>
      </w:sdtContent>
    </w:sdt>
    <w:r w:rsidR="00B04A8A">
      <w:rPr>
        <w:noProof/>
        <w:lang w:eastAsia="de-CH"/>
      </w:rPr>
      <w:drawing>
        <wp:anchor distT="0" distB="0" distL="114300" distR="114300" simplePos="0" relativeHeight="251658240" behindDoc="0" locked="1" layoutInCell="1" allowOverlap="1" wp14:anchorId="54F29D6E" wp14:editId="7A8E62B1">
          <wp:simplePos x="0" y="0"/>
          <wp:positionH relativeFrom="page">
            <wp:posOffset>326571</wp:posOffset>
          </wp:positionH>
          <wp:positionV relativeFrom="page">
            <wp:posOffset>234043</wp:posOffset>
          </wp:positionV>
          <wp:extent cx="1198245" cy="1162685"/>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1198245" cy="1162685"/>
                  </a:xfrm>
                  <a:prstGeom prst="rect">
                    <a:avLst/>
                  </a:prstGeom>
                </pic:spPr>
              </pic:pic>
            </a:graphicData>
          </a:graphic>
          <wp14:sizeRelH relativeFrom="margin">
            <wp14:pctWidth>0</wp14:pctWidth>
          </wp14:sizeRelH>
          <wp14:sizeRelV relativeFrom="margin">
            <wp14:pctHeight>0</wp14:pctHeight>
          </wp14:sizeRelV>
        </wp:anchor>
      </w:drawing>
    </w:r>
  </w:p>
  <w:sdt>
    <w:sdtPr>
      <w:alias w:val="Signer_0.User.OuLev2"/>
      <w:id w:val="424084736"/>
      <w:dataBinding w:xpath="//Text[@id='Signer_0.User.OuLev2']" w:storeItemID="{1A8AF5A7-6FDB-4418-8CC0-2E4AEB13F62C}"/>
      <w:text w:multiLine="1"/>
    </w:sdtPr>
    <w:sdtEndPr/>
    <w:sdtContent>
      <w:p w14:paraId="7000E600" w14:textId="77777777" w:rsidR="00B04A8A" w:rsidRDefault="00B04A8A" w:rsidP="00AC31A9">
        <w:pPr>
          <w:pStyle w:val="Kopfzeile"/>
          <w:spacing w:line="240" w:lineRule="auto"/>
        </w:pPr>
        <w:r w:rsidRPr="004B6C21">
          <w:t>Baudirektion</w:t>
        </w:r>
      </w:p>
    </w:sdtContent>
  </w:sdt>
  <w:bookmarkStart w:id="1" w:name="_Hlk145930923"/>
  <w:p w14:paraId="6D847FAA" w14:textId="4EC0C148" w:rsidR="00B04A8A" w:rsidRDefault="00522656" w:rsidP="00886E84">
    <w:pPr>
      <w:pStyle w:val="Titel"/>
    </w:pPr>
    <w:sdt>
      <w:sdtPr>
        <w:alias w:val="DocParam.Subject"/>
        <w:id w:val="4091669"/>
        <w:dataBinding w:xpath="//Text[@id='DocParam.Subject']" w:storeItemID="{FE0ECA6F-14B1-438E-96E2-57113B593BE5}"/>
        <w:text w:multiLine="1"/>
      </w:sdtPr>
      <w:sdtEndPr/>
      <w:sdtContent>
        <w:bookmarkEnd w:id="1"/>
        <w:r w:rsidR="005B3DC9">
          <w:t>Rahmenvertrag</w:t>
        </w:r>
        <w:r w:rsidR="005B3DC9">
          <w:br/>
          <w:t>Bauherrenseitige Qualitätssicherung QS</w:t>
        </w:r>
        <w:r w:rsidR="00A94EDE">
          <w:br/>
          <w:t>B3 Angaben Selbstdeklaration</w:t>
        </w:r>
      </w:sdtContent>
    </w:sdt>
    <w:r w:rsidR="002669D8" w:rsidDel="002669D8">
      <w:t xml:space="preserve"> </w:t>
    </w:r>
  </w:p>
  <w:sdt>
    <w:sdtPr>
      <w:alias w:val="Signer_0.User.OuLev3"/>
      <w:id w:val="-1479835537"/>
      <w:dataBinding w:xpath="//Text[@id='Signer_0.User.OuLev3']" w:storeItemID="{1A8AF5A7-6FDB-4418-8CC0-2E4AEB13F62C}"/>
      <w:text w:multiLine="1"/>
    </w:sdtPr>
    <w:sdtEndPr/>
    <w:sdtContent>
      <w:p w14:paraId="3B5738DC" w14:textId="7408C6D0" w:rsidR="00B04A8A" w:rsidRPr="00AC31A9" w:rsidRDefault="002669D8" w:rsidP="00AC31A9">
        <w:pPr>
          <w:pStyle w:val="Kopfzeile"/>
          <w:rPr>
            <w:sz w:val="21"/>
          </w:rPr>
        </w:pPr>
        <w:r>
          <w:t>Hochbauamt</w:t>
        </w:r>
        <w:r>
          <w:br/>
          <w:t xml:space="preserve">Baubereich </w:t>
        </w:r>
        <w:r w:rsidR="005B3DC9">
          <w:t>B</w:t>
        </w:r>
      </w:p>
    </w:sdtContent>
  </w:sdt>
  <w:p w14:paraId="1C2D250B" w14:textId="77777777" w:rsidR="00B04A8A" w:rsidRDefault="00B04A8A" w:rsidP="004B6C21">
    <w:pPr>
      <w:pStyle w:val="Kopfzeile"/>
    </w:pPr>
  </w:p>
  <w:p w14:paraId="0AF2D7AA" w14:textId="77777777" w:rsidR="00B04A8A" w:rsidRDefault="00B04A8A" w:rsidP="0097580B">
    <w:pPr>
      <w:pStyle w:val="Kopfzeile"/>
    </w:pPr>
    <w:r>
      <w:fldChar w:fldCharType="begin"/>
    </w:r>
    <w:r>
      <w:instrText xml:space="preserve"> PAGE   \* MERGEFORMAT </w:instrText>
    </w:r>
    <w:r>
      <w:fldChar w:fldCharType="separate"/>
    </w:r>
    <w:r w:rsidR="000956FD">
      <w:rPr>
        <w:noProof/>
      </w:rPr>
      <w:t>1</w:t>
    </w:r>
    <w:r>
      <w:fldChar w:fldCharType="end"/>
    </w:r>
    <w:r>
      <w:t>/</w:t>
    </w:r>
    <w:r>
      <w:rPr>
        <w:noProof/>
      </w:rPr>
      <w:fldChar w:fldCharType="begin"/>
    </w:r>
    <w:r>
      <w:rPr>
        <w:noProof/>
      </w:rPr>
      <w:instrText xml:space="preserve"> NUMPAGES   \* MERGEFORMAT </w:instrText>
    </w:r>
    <w:r>
      <w:rPr>
        <w:noProof/>
      </w:rPr>
      <w:fldChar w:fldCharType="separate"/>
    </w:r>
    <w:r w:rsidR="000956FD">
      <w:rPr>
        <w:noProof/>
      </w:rPr>
      <w:t>11</w:t>
    </w:r>
    <w:r>
      <w:rPr>
        <w:noProof/>
      </w:rPr>
      <w:fldChar w:fldCharType="end"/>
    </w:r>
  </w:p>
  <w:p w14:paraId="4B3CDE3B" w14:textId="77777777" w:rsidR="00EF11B9" w:rsidRDefault="00EF11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A57F7" w14:textId="79F0AF55" w:rsidR="00453D4E" w:rsidRPr="00453D4E" w:rsidRDefault="00453D4E" w:rsidP="00453D4E">
    <w:pPr>
      <w:pStyle w:val="Kopfzeile"/>
    </w:pPr>
    <w:r w:rsidRPr="0097226B">
      <w:rPr>
        <w:noProof/>
      </w:rPr>
      <w:drawing>
        <wp:anchor distT="0" distB="0" distL="114300" distR="114300" simplePos="0" relativeHeight="251662336" behindDoc="1" locked="0" layoutInCell="1" allowOverlap="1" wp14:anchorId="21833842" wp14:editId="37FE361B">
          <wp:simplePos x="0" y="0"/>
          <wp:positionH relativeFrom="page">
            <wp:posOffset>136477</wp:posOffset>
          </wp:positionH>
          <wp:positionV relativeFrom="paragraph">
            <wp:posOffset>-467995</wp:posOffset>
          </wp:positionV>
          <wp:extent cx="7219666" cy="10601223"/>
          <wp:effectExtent l="0" t="0" r="63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219666" cy="1060122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66CB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BA6238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0880CE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80C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DA134A"/>
    <w:lvl w:ilvl="0">
      <w:start w:val="1"/>
      <w:numFmt w:val="bullet"/>
      <w:lvlText w:val="–"/>
      <w:lvlJc w:val="left"/>
      <w:pPr>
        <w:ind w:left="2061" w:hanging="360"/>
      </w:pPr>
      <w:rPr>
        <w:rFonts w:ascii="Arial" w:hAnsi="Arial" w:hint="default"/>
      </w:rPr>
    </w:lvl>
  </w:abstractNum>
  <w:abstractNum w:abstractNumId="5" w15:restartNumberingAfterBreak="0">
    <w:nsid w:val="FFFFFF81"/>
    <w:multiLevelType w:val="singleLevel"/>
    <w:tmpl w:val="21703CAC"/>
    <w:lvl w:ilvl="0">
      <w:start w:val="1"/>
      <w:numFmt w:val="bullet"/>
      <w:lvlText w:val="–"/>
      <w:lvlJc w:val="left"/>
      <w:pPr>
        <w:ind w:left="1209" w:hanging="360"/>
      </w:pPr>
      <w:rPr>
        <w:rFonts w:ascii="Arial" w:hAnsi="Arial" w:hint="default"/>
      </w:rPr>
    </w:lvl>
  </w:abstractNum>
  <w:abstractNum w:abstractNumId="6" w15:restartNumberingAfterBreak="0">
    <w:nsid w:val="FFFFFF82"/>
    <w:multiLevelType w:val="singleLevel"/>
    <w:tmpl w:val="0066C5A0"/>
    <w:lvl w:ilvl="0">
      <w:start w:val="1"/>
      <w:numFmt w:val="bullet"/>
      <w:lvlText w:val="–"/>
      <w:lvlJc w:val="left"/>
      <w:pPr>
        <w:ind w:left="926" w:hanging="360"/>
      </w:pPr>
      <w:rPr>
        <w:rFonts w:ascii="Arial" w:hAnsi="Arial" w:hint="default"/>
      </w:rPr>
    </w:lvl>
  </w:abstractNum>
  <w:abstractNum w:abstractNumId="7" w15:restartNumberingAfterBreak="0">
    <w:nsid w:val="FFFFFF83"/>
    <w:multiLevelType w:val="singleLevel"/>
    <w:tmpl w:val="177C690A"/>
    <w:lvl w:ilvl="0">
      <w:start w:val="1"/>
      <w:numFmt w:val="bullet"/>
      <w:lvlText w:val="–"/>
      <w:lvlJc w:val="left"/>
      <w:pPr>
        <w:ind w:left="643" w:hanging="360"/>
      </w:pPr>
      <w:rPr>
        <w:rFonts w:ascii="Arial" w:hAnsi="Arial" w:hint="default"/>
      </w:rPr>
    </w:lvl>
  </w:abstractNum>
  <w:abstractNum w:abstractNumId="8" w15:restartNumberingAfterBreak="0">
    <w:nsid w:val="FFFFFF88"/>
    <w:multiLevelType w:val="singleLevel"/>
    <w:tmpl w:val="3F6208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496A15E"/>
    <w:lvl w:ilvl="0">
      <w:start w:val="1"/>
      <w:numFmt w:val="bullet"/>
      <w:lvlText w:val="–"/>
      <w:lvlJc w:val="left"/>
      <w:pPr>
        <w:ind w:left="360" w:hanging="360"/>
      </w:pPr>
      <w:rPr>
        <w:rFonts w:ascii="Arial" w:hAnsi="Arial" w:hint="default"/>
      </w:rPr>
    </w:lvl>
  </w:abstractNum>
  <w:abstractNum w:abstractNumId="10" w15:restartNumberingAfterBreak="0">
    <w:nsid w:val="00C065D8"/>
    <w:multiLevelType w:val="hybridMultilevel"/>
    <w:tmpl w:val="B1E2A56C"/>
    <w:lvl w:ilvl="0" w:tplc="BFF4AA42">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1" w15:restartNumberingAfterBreak="0">
    <w:nsid w:val="053F5F94"/>
    <w:multiLevelType w:val="hybridMultilevel"/>
    <w:tmpl w:val="0678AA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4583282"/>
    <w:multiLevelType w:val="hybridMultilevel"/>
    <w:tmpl w:val="CFA0D97C"/>
    <w:lvl w:ilvl="0" w:tplc="08070017">
      <w:start w:val="1"/>
      <w:numFmt w:val="lowerLetter"/>
      <w:lvlText w:val="%1)"/>
      <w:lvlJc w:val="left"/>
      <w:pPr>
        <w:ind w:left="360" w:hanging="360"/>
      </w:p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start w:val="1"/>
      <w:numFmt w:val="decimal"/>
      <w:lvlText w:val="%4."/>
      <w:lvlJc w:val="left"/>
      <w:pPr>
        <w:ind w:left="2520" w:hanging="360"/>
      </w:pPr>
    </w:lvl>
    <w:lvl w:ilvl="4" w:tplc="08070019">
      <w:start w:val="1"/>
      <w:numFmt w:val="lowerLetter"/>
      <w:lvlText w:val="%5."/>
      <w:lvlJc w:val="left"/>
      <w:pPr>
        <w:ind w:left="3240" w:hanging="360"/>
      </w:pPr>
    </w:lvl>
    <w:lvl w:ilvl="5" w:tplc="0807001B">
      <w:start w:val="1"/>
      <w:numFmt w:val="lowerRoman"/>
      <w:lvlText w:val="%6."/>
      <w:lvlJc w:val="right"/>
      <w:pPr>
        <w:ind w:left="3960" w:hanging="180"/>
      </w:pPr>
    </w:lvl>
    <w:lvl w:ilvl="6" w:tplc="0807000F">
      <w:start w:val="1"/>
      <w:numFmt w:val="decimal"/>
      <w:lvlText w:val="%7."/>
      <w:lvlJc w:val="left"/>
      <w:pPr>
        <w:ind w:left="4680" w:hanging="360"/>
      </w:pPr>
    </w:lvl>
    <w:lvl w:ilvl="7" w:tplc="08070019">
      <w:start w:val="1"/>
      <w:numFmt w:val="lowerLetter"/>
      <w:lvlText w:val="%8."/>
      <w:lvlJc w:val="left"/>
      <w:pPr>
        <w:ind w:left="5400" w:hanging="360"/>
      </w:pPr>
    </w:lvl>
    <w:lvl w:ilvl="8" w:tplc="0807001B">
      <w:start w:val="1"/>
      <w:numFmt w:val="lowerRoman"/>
      <w:lvlText w:val="%9."/>
      <w:lvlJc w:val="right"/>
      <w:pPr>
        <w:ind w:left="6120" w:hanging="180"/>
      </w:pPr>
    </w:lvl>
  </w:abstractNum>
  <w:abstractNum w:abstractNumId="13" w15:restartNumberingAfterBreak="0">
    <w:nsid w:val="159B17AB"/>
    <w:multiLevelType w:val="hybridMultilevel"/>
    <w:tmpl w:val="145EA716"/>
    <w:lvl w:ilvl="0" w:tplc="0807000F">
      <w:start w:val="1"/>
      <w:numFmt w:val="decimal"/>
      <w:lvlText w:val="%1."/>
      <w:lvlJc w:val="left"/>
      <w:pPr>
        <w:ind w:left="1134" w:hanging="360"/>
      </w:pPr>
    </w:lvl>
    <w:lvl w:ilvl="1" w:tplc="08070019">
      <w:start w:val="1"/>
      <w:numFmt w:val="lowerLetter"/>
      <w:lvlText w:val="%2."/>
      <w:lvlJc w:val="left"/>
      <w:pPr>
        <w:ind w:left="1854" w:hanging="360"/>
      </w:pPr>
    </w:lvl>
    <w:lvl w:ilvl="2" w:tplc="0807001B">
      <w:start w:val="1"/>
      <w:numFmt w:val="lowerRoman"/>
      <w:lvlText w:val="%3."/>
      <w:lvlJc w:val="right"/>
      <w:pPr>
        <w:ind w:left="2574" w:hanging="180"/>
      </w:pPr>
    </w:lvl>
    <w:lvl w:ilvl="3" w:tplc="0807000F">
      <w:start w:val="1"/>
      <w:numFmt w:val="decimal"/>
      <w:lvlText w:val="%4."/>
      <w:lvlJc w:val="left"/>
      <w:pPr>
        <w:ind w:left="3294" w:hanging="360"/>
      </w:pPr>
    </w:lvl>
    <w:lvl w:ilvl="4" w:tplc="08070019">
      <w:start w:val="1"/>
      <w:numFmt w:val="lowerLetter"/>
      <w:lvlText w:val="%5."/>
      <w:lvlJc w:val="left"/>
      <w:pPr>
        <w:ind w:left="4014" w:hanging="360"/>
      </w:pPr>
    </w:lvl>
    <w:lvl w:ilvl="5" w:tplc="0807001B">
      <w:start w:val="1"/>
      <w:numFmt w:val="lowerRoman"/>
      <w:lvlText w:val="%6."/>
      <w:lvlJc w:val="right"/>
      <w:pPr>
        <w:ind w:left="4734" w:hanging="180"/>
      </w:pPr>
    </w:lvl>
    <w:lvl w:ilvl="6" w:tplc="0807000F">
      <w:start w:val="1"/>
      <w:numFmt w:val="decimal"/>
      <w:lvlText w:val="%7."/>
      <w:lvlJc w:val="left"/>
      <w:pPr>
        <w:ind w:left="5454" w:hanging="360"/>
      </w:pPr>
    </w:lvl>
    <w:lvl w:ilvl="7" w:tplc="08070019">
      <w:start w:val="1"/>
      <w:numFmt w:val="lowerLetter"/>
      <w:lvlText w:val="%8."/>
      <w:lvlJc w:val="left"/>
      <w:pPr>
        <w:ind w:left="6174" w:hanging="360"/>
      </w:pPr>
    </w:lvl>
    <w:lvl w:ilvl="8" w:tplc="0807001B">
      <w:start w:val="1"/>
      <w:numFmt w:val="lowerRoman"/>
      <w:lvlText w:val="%9."/>
      <w:lvlJc w:val="right"/>
      <w:pPr>
        <w:ind w:left="6894" w:hanging="180"/>
      </w:pPr>
    </w:lvl>
  </w:abstractNum>
  <w:abstractNum w:abstractNumId="14" w15:restartNumberingAfterBreak="0">
    <w:nsid w:val="18994808"/>
    <w:multiLevelType w:val="multilevel"/>
    <w:tmpl w:val="9B2693B6"/>
    <w:styleLink w:val="ListeAufzaehlung"/>
    <w:lvl w:ilvl="0">
      <w:start w:val="1"/>
      <w:numFmt w:val="bullet"/>
      <w:pStyle w:val="Aufzhlungszeichen"/>
      <w:lvlText w:val="–"/>
      <w:lvlJc w:val="left"/>
      <w:pPr>
        <w:ind w:left="340" w:hanging="340"/>
      </w:pPr>
      <w:rPr>
        <w:rFonts w:ascii="Arial" w:hAnsi="Arial" w:hint="default"/>
      </w:rPr>
    </w:lvl>
    <w:lvl w:ilvl="1">
      <w:start w:val="1"/>
      <w:numFmt w:val="bullet"/>
      <w:pStyle w:val="Aufzhlungszeichen2"/>
      <w:lvlText w:val="–"/>
      <w:lvlJc w:val="left"/>
      <w:pPr>
        <w:ind w:left="680" w:hanging="340"/>
      </w:pPr>
      <w:rPr>
        <w:rFonts w:ascii="Arial" w:hAnsi="Arial" w:hint="default"/>
      </w:rPr>
    </w:lvl>
    <w:lvl w:ilvl="2">
      <w:start w:val="1"/>
      <w:numFmt w:val="bullet"/>
      <w:pStyle w:val="Aufzhlungszeichen3"/>
      <w:lvlText w:val="–"/>
      <w:lvlJc w:val="left"/>
      <w:pPr>
        <w:ind w:left="1020" w:hanging="340"/>
      </w:pPr>
      <w:rPr>
        <w:rFonts w:ascii="Arial" w:hAnsi="Arial" w:hint="default"/>
      </w:rPr>
    </w:lvl>
    <w:lvl w:ilvl="3">
      <w:start w:val="1"/>
      <w:numFmt w:val="bullet"/>
      <w:pStyle w:val="Aufzhlungszeichen4"/>
      <w:lvlText w:val="–"/>
      <w:lvlJc w:val="left"/>
      <w:pPr>
        <w:ind w:left="1360" w:hanging="340"/>
      </w:pPr>
      <w:rPr>
        <w:rFonts w:ascii="Arial" w:hAnsi="Arial" w:hint="default"/>
      </w:rPr>
    </w:lvl>
    <w:lvl w:ilvl="4">
      <w:start w:val="1"/>
      <w:numFmt w:val="bullet"/>
      <w:pStyle w:val="Aufzhlungszeichen5"/>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5" w15:restartNumberingAfterBreak="0">
    <w:nsid w:val="1AB6004B"/>
    <w:multiLevelType w:val="multilevel"/>
    <w:tmpl w:val="58DA0D4C"/>
    <w:styleLink w:val="ListeEinzugAufzhlungszeichen"/>
    <w:lvl w:ilvl="0">
      <w:start w:val="1"/>
      <w:numFmt w:val="bullet"/>
      <w:pStyle w:val="StandardeinzugAufzhlungszeichen"/>
      <w:lvlText w:val="–"/>
      <w:lvlJc w:val="left"/>
      <w:pPr>
        <w:ind w:left="1021" w:hanging="341"/>
      </w:pPr>
      <w:rPr>
        <w:rFonts w:ascii="Arial" w:hAnsi="Arial" w:hint="default"/>
      </w:rPr>
    </w:lvl>
    <w:lvl w:ilvl="1">
      <w:start w:val="1"/>
      <w:numFmt w:val="none"/>
      <w:lvlText w:val=""/>
      <w:lvlJc w:val="left"/>
      <w:pPr>
        <w:ind w:left="1361" w:hanging="341"/>
      </w:pPr>
      <w:rPr>
        <w:rFonts w:hint="default"/>
      </w:rPr>
    </w:lvl>
    <w:lvl w:ilvl="2">
      <w:start w:val="1"/>
      <w:numFmt w:val="none"/>
      <w:lvlText w:val=""/>
      <w:lvlJc w:val="left"/>
      <w:pPr>
        <w:ind w:left="1701" w:hanging="341"/>
      </w:pPr>
      <w:rPr>
        <w:rFonts w:hint="default"/>
      </w:rPr>
    </w:lvl>
    <w:lvl w:ilvl="3">
      <w:start w:val="1"/>
      <w:numFmt w:val="none"/>
      <w:lvlText w:val=""/>
      <w:lvlJc w:val="left"/>
      <w:pPr>
        <w:ind w:left="2041" w:hanging="341"/>
      </w:pPr>
      <w:rPr>
        <w:rFonts w:hint="default"/>
      </w:rPr>
    </w:lvl>
    <w:lvl w:ilvl="4">
      <w:start w:val="1"/>
      <w:numFmt w:val="none"/>
      <w:lvlText w:val=""/>
      <w:lvlJc w:val="left"/>
      <w:pPr>
        <w:ind w:left="2381" w:hanging="341"/>
      </w:pPr>
      <w:rPr>
        <w:rFonts w:hint="default"/>
      </w:rPr>
    </w:lvl>
    <w:lvl w:ilvl="5">
      <w:start w:val="1"/>
      <w:numFmt w:val="none"/>
      <w:lvlText w:val=""/>
      <w:lvlJc w:val="left"/>
      <w:pPr>
        <w:ind w:left="2721" w:hanging="341"/>
      </w:pPr>
      <w:rPr>
        <w:rFonts w:hint="default"/>
      </w:rPr>
    </w:lvl>
    <w:lvl w:ilvl="6">
      <w:start w:val="1"/>
      <w:numFmt w:val="none"/>
      <w:lvlText w:val=""/>
      <w:lvlJc w:val="left"/>
      <w:pPr>
        <w:ind w:left="3061" w:hanging="341"/>
      </w:pPr>
      <w:rPr>
        <w:rFonts w:hint="default"/>
      </w:rPr>
    </w:lvl>
    <w:lvl w:ilvl="7">
      <w:start w:val="1"/>
      <w:numFmt w:val="none"/>
      <w:lvlText w:val=""/>
      <w:lvlJc w:val="left"/>
      <w:pPr>
        <w:ind w:left="3401" w:hanging="341"/>
      </w:pPr>
      <w:rPr>
        <w:rFonts w:hint="default"/>
      </w:rPr>
    </w:lvl>
    <w:lvl w:ilvl="8">
      <w:start w:val="1"/>
      <w:numFmt w:val="none"/>
      <w:lvlText w:val=""/>
      <w:lvlJc w:val="left"/>
      <w:pPr>
        <w:ind w:left="3741" w:hanging="341"/>
      </w:pPr>
      <w:rPr>
        <w:rFonts w:hint="default"/>
      </w:rPr>
    </w:lvl>
  </w:abstractNum>
  <w:abstractNum w:abstractNumId="16" w15:restartNumberingAfterBreak="0">
    <w:nsid w:val="340B45AF"/>
    <w:multiLevelType w:val="multilevel"/>
    <w:tmpl w:val="9B2693B6"/>
    <w:numStyleLink w:val="ListeAufzaehlung"/>
  </w:abstractNum>
  <w:abstractNum w:abstractNumId="17" w15:restartNumberingAfterBreak="0">
    <w:nsid w:val="460D3136"/>
    <w:multiLevelType w:val="hybridMultilevel"/>
    <w:tmpl w:val="3D4E27DA"/>
    <w:lvl w:ilvl="0" w:tplc="BFF4AA42">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8" w15:restartNumberingAfterBreak="0">
    <w:nsid w:val="470C5792"/>
    <w:multiLevelType w:val="multilevel"/>
    <w:tmpl w:val="DD802C80"/>
    <w:styleLink w:val="ListeHeadings"/>
    <w:lvl w:ilvl="0">
      <w:start w:val="1"/>
      <w:numFmt w:val="decimal"/>
      <w:pStyle w:val="berschrift1"/>
      <w:lvlText w:val="%1."/>
      <w:lvlJc w:val="left"/>
      <w:pPr>
        <w:ind w:left="680" w:hanging="680"/>
      </w:pPr>
      <w:rPr>
        <w:rFonts w:hint="default"/>
      </w:rPr>
    </w:lvl>
    <w:lvl w:ilvl="1">
      <w:start w:val="1"/>
      <w:numFmt w:val="decimal"/>
      <w:pStyle w:val="berschrift2"/>
      <w:lvlText w:val="%1.%2."/>
      <w:lvlJc w:val="left"/>
      <w:pPr>
        <w:ind w:left="680" w:hanging="680"/>
      </w:pPr>
      <w:rPr>
        <w:rFonts w:hint="default"/>
      </w:rPr>
    </w:lvl>
    <w:lvl w:ilvl="2">
      <w:start w:val="1"/>
      <w:numFmt w:val="decimal"/>
      <w:pStyle w:val="berschrift3"/>
      <w:lvlText w:val="%1.%2.%3."/>
      <w:lvlJc w:val="left"/>
      <w:pPr>
        <w:ind w:left="1106" w:hanging="680"/>
      </w:pPr>
      <w:rPr>
        <w:rFonts w:hint="default"/>
      </w:rPr>
    </w:lvl>
    <w:lvl w:ilvl="3">
      <w:start w:val="1"/>
      <w:numFmt w:val="decimal"/>
      <w:pStyle w:val="berschrift4"/>
      <w:lvlText w:val="%1.%2.%3.%4."/>
      <w:lvlJc w:val="left"/>
      <w:pPr>
        <w:ind w:left="680" w:hanging="680"/>
      </w:pPr>
      <w:rPr>
        <w:rFonts w:hint="default"/>
      </w:rPr>
    </w:lvl>
    <w:lvl w:ilvl="4">
      <w:start w:val="1"/>
      <w:numFmt w:val="decimal"/>
      <w:pStyle w:val="berschrift5"/>
      <w:lvlText w:val="%1.%2.%3.%4.%5."/>
      <w:lvlJc w:val="left"/>
      <w:pPr>
        <w:ind w:left="680" w:hanging="680"/>
      </w:pPr>
      <w:rPr>
        <w:rFonts w:hint="default"/>
      </w:rPr>
    </w:lvl>
    <w:lvl w:ilvl="5">
      <w:start w:val="1"/>
      <w:numFmt w:val="decimal"/>
      <w:pStyle w:val="berschrift6"/>
      <w:lvlText w:val="%1.%2.%3.%4.%5.%6."/>
      <w:lvlJc w:val="left"/>
      <w:pPr>
        <w:ind w:left="680" w:hanging="680"/>
      </w:pPr>
      <w:rPr>
        <w:rFonts w:hint="default"/>
      </w:rPr>
    </w:lvl>
    <w:lvl w:ilvl="6">
      <w:start w:val="1"/>
      <w:numFmt w:val="decimal"/>
      <w:pStyle w:val="berschrift7"/>
      <w:lvlText w:val="%1.%2.%3.%4.%5.%6.%7."/>
      <w:lvlJc w:val="left"/>
      <w:pPr>
        <w:ind w:left="680" w:hanging="680"/>
      </w:pPr>
      <w:rPr>
        <w:rFonts w:hint="default"/>
      </w:rPr>
    </w:lvl>
    <w:lvl w:ilvl="7">
      <w:start w:val="1"/>
      <w:numFmt w:val="decimal"/>
      <w:pStyle w:val="berschrift8"/>
      <w:lvlText w:val="%1.%2.%3.%4.%5.%6.%7.%8."/>
      <w:lvlJc w:val="left"/>
      <w:pPr>
        <w:ind w:left="680" w:hanging="680"/>
      </w:pPr>
      <w:rPr>
        <w:rFonts w:hint="default"/>
      </w:rPr>
    </w:lvl>
    <w:lvl w:ilvl="8">
      <w:start w:val="1"/>
      <w:numFmt w:val="none"/>
      <w:pStyle w:val="berschrift9"/>
      <w:lvlText w:val="%1.%2.%3.%4.%5.%6.%7.%8."/>
      <w:lvlJc w:val="left"/>
      <w:pPr>
        <w:ind w:left="680" w:hanging="680"/>
      </w:pPr>
      <w:rPr>
        <w:rFonts w:hint="default"/>
      </w:rPr>
    </w:lvl>
  </w:abstractNum>
  <w:abstractNum w:abstractNumId="19" w15:restartNumberingAfterBreak="0">
    <w:nsid w:val="4D3375CE"/>
    <w:multiLevelType w:val="multilevel"/>
    <w:tmpl w:val="DD802C80"/>
    <w:numStyleLink w:val="ListeHeadings"/>
  </w:abstractNum>
  <w:abstractNum w:abstractNumId="20" w15:restartNumberingAfterBreak="0">
    <w:nsid w:val="4E722087"/>
    <w:multiLevelType w:val="multilevel"/>
    <w:tmpl w:val="9B2693B6"/>
    <w:numStyleLink w:val="ListeAufzaehlung"/>
  </w:abstractNum>
  <w:abstractNum w:abstractNumId="21" w15:restartNumberingAfterBreak="0">
    <w:nsid w:val="64155466"/>
    <w:multiLevelType w:val="multilevel"/>
    <w:tmpl w:val="2278E0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b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5004042">
    <w:abstractNumId w:val="9"/>
  </w:num>
  <w:num w:numId="2" w16cid:durableId="91585254">
    <w:abstractNumId w:val="7"/>
  </w:num>
  <w:num w:numId="3" w16cid:durableId="1018702239">
    <w:abstractNumId w:val="6"/>
  </w:num>
  <w:num w:numId="4" w16cid:durableId="966819683">
    <w:abstractNumId w:val="5"/>
  </w:num>
  <w:num w:numId="5" w16cid:durableId="437722760">
    <w:abstractNumId w:val="4"/>
  </w:num>
  <w:num w:numId="6" w16cid:durableId="2132286767">
    <w:abstractNumId w:val="8"/>
  </w:num>
  <w:num w:numId="7" w16cid:durableId="1855919558">
    <w:abstractNumId w:val="3"/>
  </w:num>
  <w:num w:numId="8" w16cid:durableId="794370999">
    <w:abstractNumId w:val="2"/>
  </w:num>
  <w:num w:numId="9" w16cid:durableId="1657032211">
    <w:abstractNumId w:val="1"/>
  </w:num>
  <w:num w:numId="10" w16cid:durableId="203566845">
    <w:abstractNumId w:val="0"/>
  </w:num>
  <w:num w:numId="11" w16cid:durableId="445318862">
    <w:abstractNumId w:val="18"/>
  </w:num>
  <w:num w:numId="12" w16cid:durableId="19033655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3009724">
    <w:abstractNumId w:val="19"/>
  </w:num>
  <w:num w:numId="14" w16cid:durableId="1996034590">
    <w:abstractNumId w:val="14"/>
  </w:num>
  <w:num w:numId="15" w16cid:durableId="850947836">
    <w:abstractNumId w:val="20"/>
  </w:num>
  <w:num w:numId="16" w16cid:durableId="1804881310">
    <w:abstractNumId w:val="16"/>
  </w:num>
  <w:num w:numId="17" w16cid:durableId="1956709973">
    <w:abstractNumId w:val="15"/>
  </w:num>
  <w:num w:numId="18" w16cid:durableId="433600241">
    <w:abstractNumId w:val="11"/>
  </w:num>
  <w:num w:numId="19" w16cid:durableId="18423148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76395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8116158">
    <w:abstractNumId w:val="10"/>
  </w:num>
  <w:num w:numId="22" w16cid:durableId="7639158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16610989">
    <w:abstractNumId w:val="17"/>
  </w:num>
  <w:num w:numId="24" w16cid:durableId="838302538">
    <w:abstractNumId w:val="12"/>
  </w:num>
  <w:num w:numId="25" w16cid:durableId="583877504">
    <w:abstractNumId w:val="17"/>
  </w:num>
  <w:num w:numId="26" w16cid:durableId="12806025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stylePaneSortMethod w:val="0000"/>
  <w:documentProtection w:edit="forms" w:enforcement="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BE1"/>
    <w:rsid w:val="00011482"/>
    <w:rsid w:val="000611D7"/>
    <w:rsid w:val="0007125A"/>
    <w:rsid w:val="00080FA0"/>
    <w:rsid w:val="000956FD"/>
    <w:rsid w:val="00096320"/>
    <w:rsid w:val="000A0B85"/>
    <w:rsid w:val="000B1DB6"/>
    <w:rsid w:val="000C1651"/>
    <w:rsid w:val="000C4C02"/>
    <w:rsid w:val="000C62CC"/>
    <w:rsid w:val="000F0827"/>
    <w:rsid w:val="000F5EF4"/>
    <w:rsid w:val="00102CD4"/>
    <w:rsid w:val="00105A6C"/>
    <w:rsid w:val="0010629F"/>
    <w:rsid w:val="0011005D"/>
    <w:rsid w:val="00115940"/>
    <w:rsid w:val="00125A27"/>
    <w:rsid w:val="00125AB3"/>
    <w:rsid w:val="001374F0"/>
    <w:rsid w:val="0014302C"/>
    <w:rsid w:val="00150423"/>
    <w:rsid w:val="0015267A"/>
    <w:rsid w:val="00163329"/>
    <w:rsid w:val="00170D9E"/>
    <w:rsid w:val="0017204A"/>
    <w:rsid w:val="001742F0"/>
    <w:rsid w:val="00175054"/>
    <w:rsid w:val="001937CC"/>
    <w:rsid w:val="001A23A5"/>
    <w:rsid w:val="001A3228"/>
    <w:rsid w:val="001A36AA"/>
    <w:rsid w:val="001D56AE"/>
    <w:rsid w:val="001E3BE4"/>
    <w:rsid w:val="00201D0D"/>
    <w:rsid w:val="00210ECC"/>
    <w:rsid w:val="00213081"/>
    <w:rsid w:val="002231C4"/>
    <w:rsid w:val="00224882"/>
    <w:rsid w:val="00225A95"/>
    <w:rsid w:val="00237E25"/>
    <w:rsid w:val="002502B0"/>
    <w:rsid w:val="002669D8"/>
    <w:rsid w:val="002752D8"/>
    <w:rsid w:val="0028491B"/>
    <w:rsid w:val="00286364"/>
    <w:rsid w:val="002A09F4"/>
    <w:rsid w:val="002C6333"/>
    <w:rsid w:val="002D26D0"/>
    <w:rsid w:val="002D4E29"/>
    <w:rsid w:val="002D6BC8"/>
    <w:rsid w:val="00301D71"/>
    <w:rsid w:val="00314D27"/>
    <w:rsid w:val="00316ED4"/>
    <w:rsid w:val="00343DF5"/>
    <w:rsid w:val="00351765"/>
    <w:rsid w:val="00352539"/>
    <w:rsid w:val="003838FC"/>
    <w:rsid w:val="0039142F"/>
    <w:rsid w:val="0039476B"/>
    <w:rsid w:val="003A2EF6"/>
    <w:rsid w:val="003B2F43"/>
    <w:rsid w:val="003B58DC"/>
    <w:rsid w:val="003B66F4"/>
    <w:rsid w:val="003D0A29"/>
    <w:rsid w:val="003D0FBA"/>
    <w:rsid w:val="003E14BF"/>
    <w:rsid w:val="003E756A"/>
    <w:rsid w:val="003F3C85"/>
    <w:rsid w:val="004071A2"/>
    <w:rsid w:val="004202F9"/>
    <w:rsid w:val="00432CFC"/>
    <w:rsid w:val="0044507D"/>
    <w:rsid w:val="0045165B"/>
    <w:rsid w:val="00453D4E"/>
    <w:rsid w:val="004625E5"/>
    <w:rsid w:val="00463C39"/>
    <w:rsid w:val="0046686C"/>
    <w:rsid w:val="004739ED"/>
    <w:rsid w:val="0047497B"/>
    <w:rsid w:val="004771BF"/>
    <w:rsid w:val="00480435"/>
    <w:rsid w:val="004965A5"/>
    <w:rsid w:val="004A29D1"/>
    <w:rsid w:val="004A578C"/>
    <w:rsid w:val="004B6C21"/>
    <w:rsid w:val="004C452A"/>
    <w:rsid w:val="004D4775"/>
    <w:rsid w:val="004D6BB8"/>
    <w:rsid w:val="004D7D20"/>
    <w:rsid w:val="004E1AE5"/>
    <w:rsid w:val="005178E3"/>
    <w:rsid w:val="00522656"/>
    <w:rsid w:val="00525EF5"/>
    <w:rsid w:val="00531F79"/>
    <w:rsid w:val="005406A4"/>
    <w:rsid w:val="005514B5"/>
    <w:rsid w:val="00552732"/>
    <w:rsid w:val="00554455"/>
    <w:rsid w:val="00554A53"/>
    <w:rsid w:val="00557B29"/>
    <w:rsid w:val="005646F0"/>
    <w:rsid w:val="00564C04"/>
    <w:rsid w:val="00566960"/>
    <w:rsid w:val="00570EAD"/>
    <w:rsid w:val="0057370A"/>
    <w:rsid w:val="005B3DC9"/>
    <w:rsid w:val="005B6BBA"/>
    <w:rsid w:val="005D3202"/>
    <w:rsid w:val="005D4808"/>
    <w:rsid w:val="00612E00"/>
    <w:rsid w:val="00613074"/>
    <w:rsid w:val="00624133"/>
    <w:rsid w:val="00627699"/>
    <w:rsid w:val="006542BD"/>
    <w:rsid w:val="00654658"/>
    <w:rsid w:val="0067350F"/>
    <w:rsid w:val="00694230"/>
    <w:rsid w:val="00695E32"/>
    <w:rsid w:val="0069632F"/>
    <w:rsid w:val="00697946"/>
    <w:rsid w:val="006A2A45"/>
    <w:rsid w:val="006B1343"/>
    <w:rsid w:val="006B516F"/>
    <w:rsid w:val="006D175C"/>
    <w:rsid w:val="006D511F"/>
    <w:rsid w:val="006D7A42"/>
    <w:rsid w:val="006E0B0E"/>
    <w:rsid w:val="006E7E9B"/>
    <w:rsid w:val="0071037B"/>
    <w:rsid w:val="00731309"/>
    <w:rsid w:val="00761683"/>
    <w:rsid w:val="0079501F"/>
    <w:rsid w:val="007A3454"/>
    <w:rsid w:val="007B4AC6"/>
    <w:rsid w:val="007B7E1D"/>
    <w:rsid w:val="007C263D"/>
    <w:rsid w:val="007C3A58"/>
    <w:rsid w:val="007D024C"/>
    <w:rsid w:val="007D3D96"/>
    <w:rsid w:val="007D6F67"/>
    <w:rsid w:val="008408BA"/>
    <w:rsid w:val="00846E40"/>
    <w:rsid w:val="00874DCF"/>
    <w:rsid w:val="00876CEA"/>
    <w:rsid w:val="00886E84"/>
    <w:rsid w:val="008B7A5C"/>
    <w:rsid w:val="008C07AF"/>
    <w:rsid w:val="008C4DA1"/>
    <w:rsid w:val="008D3A9F"/>
    <w:rsid w:val="008D64F0"/>
    <w:rsid w:val="008D7752"/>
    <w:rsid w:val="008E586F"/>
    <w:rsid w:val="008F2529"/>
    <w:rsid w:val="008F5A05"/>
    <w:rsid w:val="00913BF1"/>
    <w:rsid w:val="00914589"/>
    <w:rsid w:val="009161C4"/>
    <w:rsid w:val="00921BB4"/>
    <w:rsid w:val="00930A39"/>
    <w:rsid w:val="00932C5C"/>
    <w:rsid w:val="00940C1B"/>
    <w:rsid w:val="00941A48"/>
    <w:rsid w:val="00944D90"/>
    <w:rsid w:val="00945DFD"/>
    <w:rsid w:val="0095561E"/>
    <w:rsid w:val="00956327"/>
    <w:rsid w:val="009577BF"/>
    <w:rsid w:val="00957866"/>
    <w:rsid w:val="00971CCF"/>
    <w:rsid w:val="0097226B"/>
    <w:rsid w:val="0097580B"/>
    <w:rsid w:val="0098547E"/>
    <w:rsid w:val="009A4010"/>
    <w:rsid w:val="009B03B2"/>
    <w:rsid w:val="009B0B31"/>
    <w:rsid w:val="009C6F52"/>
    <w:rsid w:val="009D4055"/>
    <w:rsid w:val="009D5780"/>
    <w:rsid w:val="009F1727"/>
    <w:rsid w:val="00A24D29"/>
    <w:rsid w:val="00A368BB"/>
    <w:rsid w:val="00A41C19"/>
    <w:rsid w:val="00A434F0"/>
    <w:rsid w:val="00A46F93"/>
    <w:rsid w:val="00A53E93"/>
    <w:rsid w:val="00A86F56"/>
    <w:rsid w:val="00A9215D"/>
    <w:rsid w:val="00A9227C"/>
    <w:rsid w:val="00A94EDE"/>
    <w:rsid w:val="00A951EC"/>
    <w:rsid w:val="00AA10D7"/>
    <w:rsid w:val="00AC31A9"/>
    <w:rsid w:val="00AC6097"/>
    <w:rsid w:val="00AD3C46"/>
    <w:rsid w:val="00AE2C9D"/>
    <w:rsid w:val="00B04A8A"/>
    <w:rsid w:val="00B04C36"/>
    <w:rsid w:val="00B1284C"/>
    <w:rsid w:val="00B30255"/>
    <w:rsid w:val="00B34E30"/>
    <w:rsid w:val="00B4136F"/>
    <w:rsid w:val="00B456FC"/>
    <w:rsid w:val="00B50EF5"/>
    <w:rsid w:val="00B52F0B"/>
    <w:rsid w:val="00B572AC"/>
    <w:rsid w:val="00B61B89"/>
    <w:rsid w:val="00B90177"/>
    <w:rsid w:val="00B92233"/>
    <w:rsid w:val="00B95024"/>
    <w:rsid w:val="00BA2F4B"/>
    <w:rsid w:val="00BB5AE8"/>
    <w:rsid w:val="00BC1F7E"/>
    <w:rsid w:val="00BE2EF6"/>
    <w:rsid w:val="00BE7A75"/>
    <w:rsid w:val="00C02293"/>
    <w:rsid w:val="00C05F47"/>
    <w:rsid w:val="00C2054B"/>
    <w:rsid w:val="00C377EC"/>
    <w:rsid w:val="00C41213"/>
    <w:rsid w:val="00C42A43"/>
    <w:rsid w:val="00C73EE9"/>
    <w:rsid w:val="00C81B52"/>
    <w:rsid w:val="00C87365"/>
    <w:rsid w:val="00C95EE9"/>
    <w:rsid w:val="00C96D0E"/>
    <w:rsid w:val="00CB16C4"/>
    <w:rsid w:val="00CB54B4"/>
    <w:rsid w:val="00CC0277"/>
    <w:rsid w:val="00CC7265"/>
    <w:rsid w:val="00CE3D14"/>
    <w:rsid w:val="00CF037C"/>
    <w:rsid w:val="00D03ED7"/>
    <w:rsid w:val="00D06B2A"/>
    <w:rsid w:val="00D20EF5"/>
    <w:rsid w:val="00D30D3B"/>
    <w:rsid w:val="00D43752"/>
    <w:rsid w:val="00D60FF2"/>
    <w:rsid w:val="00D61051"/>
    <w:rsid w:val="00D8186B"/>
    <w:rsid w:val="00D82DEA"/>
    <w:rsid w:val="00D94955"/>
    <w:rsid w:val="00D9590A"/>
    <w:rsid w:val="00DA493E"/>
    <w:rsid w:val="00DA4F15"/>
    <w:rsid w:val="00DA7BE1"/>
    <w:rsid w:val="00DB0A53"/>
    <w:rsid w:val="00DC1754"/>
    <w:rsid w:val="00DD4A2B"/>
    <w:rsid w:val="00DD6D29"/>
    <w:rsid w:val="00DE323F"/>
    <w:rsid w:val="00DE39DA"/>
    <w:rsid w:val="00DE5003"/>
    <w:rsid w:val="00DE57D8"/>
    <w:rsid w:val="00E01885"/>
    <w:rsid w:val="00E03E0F"/>
    <w:rsid w:val="00E070E9"/>
    <w:rsid w:val="00E14464"/>
    <w:rsid w:val="00E26BAC"/>
    <w:rsid w:val="00E310C5"/>
    <w:rsid w:val="00E40407"/>
    <w:rsid w:val="00E44748"/>
    <w:rsid w:val="00E62849"/>
    <w:rsid w:val="00E80D9A"/>
    <w:rsid w:val="00E83EEB"/>
    <w:rsid w:val="00E94EC2"/>
    <w:rsid w:val="00EA3734"/>
    <w:rsid w:val="00EB3806"/>
    <w:rsid w:val="00EC4F1C"/>
    <w:rsid w:val="00EE5EE4"/>
    <w:rsid w:val="00EF11B9"/>
    <w:rsid w:val="00EF7DFD"/>
    <w:rsid w:val="00F122EB"/>
    <w:rsid w:val="00F21A29"/>
    <w:rsid w:val="00F410B4"/>
    <w:rsid w:val="00F5108E"/>
    <w:rsid w:val="00F5374B"/>
    <w:rsid w:val="00F631C3"/>
    <w:rsid w:val="00F64EF7"/>
    <w:rsid w:val="00F73397"/>
    <w:rsid w:val="00F810BD"/>
    <w:rsid w:val="00FA0C45"/>
    <w:rsid w:val="00FA32F1"/>
    <w:rsid w:val="00FB0120"/>
    <w:rsid w:val="00FB6D4F"/>
    <w:rsid w:val="00FC565F"/>
    <w:rsid w:val="00FF4405"/>
    <w:rsid w:val="00FF6E5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A9108"/>
  <w15:chartTrackingRefBased/>
  <w15:docId w15:val="{37664415-FE8D-4975-AF9B-7D4EAB6C7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CH"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B0B31"/>
    <w:pPr>
      <w:tabs>
        <w:tab w:val="right" w:pos="8477"/>
      </w:tabs>
      <w:spacing w:line="248" w:lineRule="exact"/>
    </w:pPr>
    <w:rPr>
      <w:sz w:val="21"/>
    </w:rPr>
  </w:style>
  <w:style w:type="paragraph" w:styleId="berschrift1">
    <w:name w:val="heading 1"/>
    <w:basedOn w:val="Standard"/>
    <w:next w:val="Standard"/>
    <w:link w:val="berschrift1Zchn"/>
    <w:uiPriority w:val="9"/>
    <w:qFormat/>
    <w:rsid w:val="00352539"/>
    <w:pPr>
      <w:keepNext/>
      <w:keepLines/>
      <w:numPr>
        <w:numId w:val="13"/>
      </w:numPr>
      <w:spacing w:line="320" w:lineRule="exact"/>
      <w:outlineLvl w:val="0"/>
    </w:pPr>
    <w:rPr>
      <w:rFonts w:asciiTheme="majorHAnsi" w:eastAsiaTheme="majorEastAsia" w:hAnsiTheme="majorHAnsi" w:cstheme="majorBidi"/>
      <w:spacing w:val="-12"/>
      <w:sz w:val="32"/>
      <w:szCs w:val="32"/>
    </w:rPr>
  </w:style>
  <w:style w:type="paragraph" w:styleId="berschrift2">
    <w:name w:val="heading 2"/>
    <w:basedOn w:val="Standard"/>
    <w:next w:val="Standard"/>
    <w:link w:val="berschrift2Zchn"/>
    <w:uiPriority w:val="9"/>
    <w:unhideWhenUsed/>
    <w:qFormat/>
    <w:rsid w:val="00352539"/>
    <w:pPr>
      <w:keepNext/>
      <w:keepLines/>
      <w:numPr>
        <w:ilvl w:val="1"/>
        <w:numId w:val="13"/>
      </w:numPr>
      <w:spacing w:line="204" w:lineRule="auto"/>
      <w:outlineLvl w:val="1"/>
    </w:pPr>
    <w:rPr>
      <w:rFonts w:asciiTheme="majorHAnsi" w:eastAsiaTheme="majorEastAsia" w:hAnsiTheme="majorHAnsi" w:cstheme="majorBidi"/>
      <w:spacing w:val="-6"/>
      <w:szCs w:val="26"/>
    </w:rPr>
  </w:style>
  <w:style w:type="paragraph" w:styleId="berschrift3">
    <w:name w:val="heading 3"/>
    <w:basedOn w:val="Standard"/>
    <w:next w:val="Standard"/>
    <w:link w:val="berschrift3Zchn"/>
    <w:uiPriority w:val="9"/>
    <w:unhideWhenUsed/>
    <w:qFormat/>
    <w:rsid w:val="002C6333"/>
    <w:pPr>
      <w:keepNext/>
      <w:keepLines/>
      <w:numPr>
        <w:ilvl w:val="2"/>
        <w:numId w:val="13"/>
      </w:numPr>
      <w:tabs>
        <w:tab w:val="left" w:pos="709"/>
      </w:tabs>
      <w:ind w:left="709" w:hanging="709"/>
      <w:outlineLvl w:val="2"/>
    </w:pPr>
    <w:rPr>
      <w:rFonts w:eastAsiaTheme="majorEastAsia" w:cstheme="majorBidi"/>
      <w:szCs w:val="24"/>
    </w:rPr>
  </w:style>
  <w:style w:type="paragraph" w:styleId="berschrift4">
    <w:name w:val="heading 4"/>
    <w:basedOn w:val="Standard"/>
    <w:next w:val="Standard"/>
    <w:link w:val="berschrift4Zchn"/>
    <w:uiPriority w:val="9"/>
    <w:unhideWhenUsed/>
    <w:qFormat/>
    <w:rsid w:val="00554A53"/>
    <w:pPr>
      <w:keepNext/>
      <w:keepLines/>
      <w:numPr>
        <w:ilvl w:val="3"/>
        <w:numId w:val="13"/>
      </w:numPr>
      <w:tabs>
        <w:tab w:val="num" w:pos="360"/>
      </w:tabs>
      <w:spacing w:before="40"/>
      <w:ind w:left="0" w:firstLine="0"/>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554A53"/>
    <w:pPr>
      <w:keepNext/>
      <w:keepLines/>
      <w:numPr>
        <w:ilvl w:val="4"/>
        <w:numId w:val="13"/>
      </w:numPr>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554A53"/>
    <w:pPr>
      <w:keepNext/>
      <w:keepLines/>
      <w:numPr>
        <w:ilvl w:val="5"/>
        <w:numId w:val="13"/>
      </w:numPr>
      <w:outlineLvl w:val="5"/>
    </w:pPr>
    <w:rPr>
      <w:rFonts w:eastAsiaTheme="majorEastAsia" w:cstheme="majorBidi"/>
    </w:rPr>
  </w:style>
  <w:style w:type="paragraph" w:styleId="berschrift7">
    <w:name w:val="heading 7"/>
    <w:basedOn w:val="Standard"/>
    <w:next w:val="Standard"/>
    <w:link w:val="berschrift7Zchn"/>
    <w:uiPriority w:val="9"/>
    <w:semiHidden/>
    <w:unhideWhenUsed/>
    <w:qFormat/>
    <w:rsid w:val="00554A53"/>
    <w:pPr>
      <w:keepNext/>
      <w:keepLines/>
      <w:numPr>
        <w:ilvl w:val="6"/>
        <w:numId w:val="13"/>
      </w:numPr>
      <w:outlineLvl w:val="6"/>
    </w:pPr>
    <w:rPr>
      <w:rFonts w:eastAsiaTheme="majorEastAsia" w:cstheme="majorBidi"/>
      <w:iCs/>
    </w:rPr>
  </w:style>
  <w:style w:type="paragraph" w:styleId="berschrift8">
    <w:name w:val="heading 8"/>
    <w:basedOn w:val="Standard"/>
    <w:next w:val="Standard"/>
    <w:link w:val="berschrift8Zchn"/>
    <w:uiPriority w:val="9"/>
    <w:semiHidden/>
    <w:unhideWhenUsed/>
    <w:qFormat/>
    <w:rsid w:val="00554A53"/>
    <w:pPr>
      <w:keepNext/>
      <w:keepLines/>
      <w:numPr>
        <w:ilvl w:val="7"/>
        <w:numId w:val="13"/>
      </w:numPr>
      <w:outlineLvl w:val="7"/>
    </w:pPr>
    <w:rPr>
      <w:rFonts w:eastAsiaTheme="majorEastAsia" w:cstheme="majorBidi"/>
      <w:szCs w:val="21"/>
    </w:rPr>
  </w:style>
  <w:style w:type="paragraph" w:styleId="berschrift9">
    <w:name w:val="heading 9"/>
    <w:basedOn w:val="Standard"/>
    <w:next w:val="Standard"/>
    <w:link w:val="berschrift9Zchn"/>
    <w:uiPriority w:val="9"/>
    <w:semiHidden/>
    <w:unhideWhenUsed/>
    <w:qFormat/>
    <w:rsid w:val="00554A53"/>
    <w:pPr>
      <w:keepNext/>
      <w:keepLines/>
      <w:numPr>
        <w:ilvl w:val="8"/>
        <w:numId w:val="13"/>
      </w:numPr>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unhideWhenUsed/>
    <w:rsid w:val="007B7E1D"/>
    <w:pPr>
      <w:spacing w:line="240" w:lineRule="auto"/>
    </w:pPr>
    <w:tblPr>
      <w:tblCellMar>
        <w:left w:w="0" w:type="dxa"/>
        <w:right w:w="0" w:type="dxa"/>
      </w:tblCellMar>
    </w:tblPr>
  </w:style>
  <w:style w:type="paragraph" w:styleId="Kopfzeile">
    <w:name w:val="header"/>
    <w:basedOn w:val="Standard"/>
    <w:link w:val="KopfzeileZchn"/>
    <w:uiPriority w:val="99"/>
    <w:unhideWhenUsed/>
    <w:rsid w:val="00613074"/>
    <w:pPr>
      <w:tabs>
        <w:tab w:val="center" w:pos="4536"/>
        <w:tab w:val="right" w:pos="9072"/>
      </w:tabs>
      <w:spacing w:line="200" w:lineRule="exact"/>
    </w:pPr>
    <w:rPr>
      <w:sz w:val="16"/>
    </w:rPr>
  </w:style>
  <w:style w:type="character" w:customStyle="1" w:styleId="KopfzeileZchn">
    <w:name w:val="Kopfzeile Zchn"/>
    <w:basedOn w:val="Absatz-Standardschriftart"/>
    <w:link w:val="Kopfzeile"/>
    <w:uiPriority w:val="99"/>
    <w:rsid w:val="00613074"/>
    <w:rPr>
      <w:sz w:val="16"/>
    </w:rPr>
  </w:style>
  <w:style w:type="paragraph" w:styleId="Fuzeile">
    <w:name w:val="footer"/>
    <w:basedOn w:val="Standard"/>
    <w:link w:val="FuzeileZchn"/>
    <w:uiPriority w:val="99"/>
    <w:unhideWhenUsed/>
    <w:rsid w:val="00CC7265"/>
    <w:pPr>
      <w:tabs>
        <w:tab w:val="center" w:pos="4536"/>
        <w:tab w:val="right" w:pos="9072"/>
      </w:tabs>
      <w:spacing w:line="200" w:lineRule="exact"/>
    </w:pPr>
    <w:rPr>
      <w:sz w:val="16"/>
    </w:rPr>
  </w:style>
  <w:style w:type="character" w:customStyle="1" w:styleId="FuzeileZchn">
    <w:name w:val="Fußzeile Zchn"/>
    <w:basedOn w:val="Absatz-Standardschriftart"/>
    <w:link w:val="Fuzeile"/>
    <w:uiPriority w:val="99"/>
    <w:rsid w:val="00CC7265"/>
    <w:rPr>
      <w:sz w:val="16"/>
    </w:rPr>
  </w:style>
  <w:style w:type="paragraph" w:styleId="Titel">
    <w:name w:val="Title"/>
    <w:basedOn w:val="Standard"/>
    <w:next w:val="Standard"/>
    <w:link w:val="TitelZchn"/>
    <w:uiPriority w:val="10"/>
    <w:rsid w:val="00886E84"/>
    <w:pPr>
      <w:spacing w:line="320" w:lineRule="exact"/>
    </w:pPr>
    <w:rPr>
      <w:rFonts w:asciiTheme="majorHAnsi" w:eastAsiaTheme="majorEastAsia" w:hAnsiTheme="majorHAnsi" w:cstheme="majorBidi"/>
      <w:spacing w:val="-12"/>
      <w:kern w:val="28"/>
      <w:sz w:val="32"/>
      <w:szCs w:val="56"/>
    </w:rPr>
  </w:style>
  <w:style w:type="character" w:customStyle="1" w:styleId="TitelZchn">
    <w:name w:val="Titel Zchn"/>
    <w:basedOn w:val="Absatz-Standardschriftart"/>
    <w:link w:val="Titel"/>
    <w:uiPriority w:val="10"/>
    <w:rsid w:val="00886E84"/>
    <w:rPr>
      <w:rFonts w:asciiTheme="majorHAnsi" w:eastAsiaTheme="majorEastAsia" w:hAnsiTheme="majorHAnsi" w:cstheme="majorBidi"/>
      <w:spacing w:val="-12"/>
      <w:kern w:val="28"/>
      <w:sz w:val="32"/>
      <w:szCs w:val="56"/>
    </w:rPr>
  </w:style>
  <w:style w:type="paragraph" w:styleId="Sprechblasentext">
    <w:name w:val="Balloon Text"/>
    <w:basedOn w:val="Standard"/>
    <w:link w:val="SprechblasentextZchn"/>
    <w:uiPriority w:val="99"/>
    <w:semiHidden/>
    <w:unhideWhenUsed/>
    <w:rsid w:val="00F122E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122EB"/>
    <w:rPr>
      <w:rFonts w:ascii="Segoe UI" w:hAnsi="Segoe UI" w:cs="Segoe UI"/>
      <w:sz w:val="18"/>
      <w:szCs w:val="18"/>
    </w:rPr>
  </w:style>
  <w:style w:type="character" w:customStyle="1" w:styleId="berschrift1Zchn">
    <w:name w:val="Überschrift 1 Zchn"/>
    <w:basedOn w:val="Absatz-Standardschriftart"/>
    <w:link w:val="berschrift1"/>
    <w:uiPriority w:val="9"/>
    <w:rsid w:val="00352539"/>
    <w:rPr>
      <w:rFonts w:asciiTheme="majorHAnsi" w:eastAsiaTheme="majorEastAsia" w:hAnsiTheme="majorHAnsi" w:cstheme="majorBidi"/>
      <w:spacing w:val="-12"/>
      <w:sz w:val="32"/>
      <w:szCs w:val="32"/>
    </w:rPr>
  </w:style>
  <w:style w:type="character" w:customStyle="1" w:styleId="berschrift2Zchn">
    <w:name w:val="Überschrift 2 Zchn"/>
    <w:basedOn w:val="Absatz-Standardschriftart"/>
    <w:link w:val="berschrift2"/>
    <w:uiPriority w:val="9"/>
    <w:rsid w:val="00352539"/>
    <w:rPr>
      <w:rFonts w:asciiTheme="majorHAnsi" w:eastAsiaTheme="majorEastAsia" w:hAnsiTheme="majorHAnsi" w:cstheme="majorBidi"/>
      <w:spacing w:val="-6"/>
      <w:sz w:val="21"/>
      <w:szCs w:val="26"/>
    </w:rPr>
  </w:style>
  <w:style w:type="numbering" w:customStyle="1" w:styleId="ListeHeadings">
    <w:name w:val="Liste_Headings"/>
    <w:uiPriority w:val="99"/>
    <w:rsid w:val="006E0B0E"/>
    <w:pPr>
      <w:numPr>
        <w:numId w:val="11"/>
      </w:numPr>
    </w:pPr>
  </w:style>
  <w:style w:type="character" w:customStyle="1" w:styleId="berschrift3Zchn">
    <w:name w:val="Überschrift 3 Zchn"/>
    <w:basedOn w:val="Absatz-Standardschriftart"/>
    <w:link w:val="berschrift3"/>
    <w:uiPriority w:val="9"/>
    <w:rsid w:val="002C6333"/>
    <w:rPr>
      <w:rFonts w:eastAsiaTheme="majorEastAsia" w:cstheme="majorBidi"/>
      <w:sz w:val="21"/>
      <w:szCs w:val="24"/>
    </w:rPr>
  </w:style>
  <w:style w:type="character" w:customStyle="1" w:styleId="berschrift4Zchn">
    <w:name w:val="Überschrift 4 Zchn"/>
    <w:basedOn w:val="Absatz-Standardschriftart"/>
    <w:link w:val="berschrift4"/>
    <w:uiPriority w:val="9"/>
    <w:rsid w:val="00554A53"/>
    <w:rPr>
      <w:rFonts w:eastAsiaTheme="majorEastAsia" w:cstheme="majorBidi"/>
      <w:iCs/>
      <w:sz w:val="21"/>
    </w:rPr>
  </w:style>
  <w:style w:type="character" w:customStyle="1" w:styleId="berschrift5Zchn">
    <w:name w:val="Überschrift 5 Zchn"/>
    <w:basedOn w:val="Absatz-Standardschriftart"/>
    <w:link w:val="berschrift5"/>
    <w:uiPriority w:val="9"/>
    <w:semiHidden/>
    <w:rsid w:val="00554A53"/>
    <w:rPr>
      <w:rFonts w:eastAsiaTheme="majorEastAsia" w:cstheme="majorBidi"/>
      <w:sz w:val="21"/>
    </w:rPr>
  </w:style>
  <w:style w:type="character" w:customStyle="1" w:styleId="berschrift6Zchn">
    <w:name w:val="Überschrift 6 Zchn"/>
    <w:basedOn w:val="Absatz-Standardschriftart"/>
    <w:link w:val="berschrift6"/>
    <w:uiPriority w:val="9"/>
    <w:semiHidden/>
    <w:rsid w:val="00554A53"/>
    <w:rPr>
      <w:rFonts w:eastAsiaTheme="majorEastAsia" w:cstheme="majorBidi"/>
      <w:sz w:val="21"/>
    </w:rPr>
  </w:style>
  <w:style w:type="character" w:customStyle="1" w:styleId="berschrift7Zchn">
    <w:name w:val="Überschrift 7 Zchn"/>
    <w:basedOn w:val="Absatz-Standardschriftart"/>
    <w:link w:val="berschrift7"/>
    <w:uiPriority w:val="9"/>
    <w:semiHidden/>
    <w:rsid w:val="00554A53"/>
    <w:rPr>
      <w:rFonts w:eastAsiaTheme="majorEastAsia" w:cstheme="majorBidi"/>
      <w:iCs/>
      <w:sz w:val="21"/>
    </w:rPr>
  </w:style>
  <w:style w:type="character" w:customStyle="1" w:styleId="berschrift8Zchn">
    <w:name w:val="Überschrift 8 Zchn"/>
    <w:basedOn w:val="Absatz-Standardschriftart"/>
    <w:link w:val="berschrift8"/>
    <w:uiPriority w:val="9"/>
    <w:semiHidden/>
    <w:rsid w:val="00554A53"/>
    <w:rPr>
      <w:rFonts w:eastAsiaTheme="majorEastAsia" w:cstheme="majorBidi"/>
      <w:sz w:val="21"/>
      <w:szCs w:val="21"/>
    </w:rPr>
  </w:style>
  <w:style w:type="character" w:customStyle="1" w:styleId="berschrift9Zchn">
    <w:name w:val="Überschrift 9 Zchn"/>
    <w:basedOn w:val="Absatz-Standardschriftart"/>
    <w:link w:val="berschrift9"/>
    <w:uiPriority w:val="9"/>
    <w:semiHidden/>
    <w:rsid w:val="00554A53"/>
    <w:rPr>
      <w:rFonts w:eastAsiaTheme="majorEastAsia" w:cstheme="majorBidi"/>
      <w:iCs/>
      <w:sz w:val="21"/>
      <w:szCs w:val="21"/>
    </w:rPr>
  </w:style>
  <w:style w:type="table" w:customStyle="1" w:styleId="TabelleHochbauamt">
    <w:name w:val="Tabelle_Hochbauamt"/>
    <w:basedOn w:val="NormaleTabelle"/>
    <w:uiPriority w:val="99"/>
    <w:rsid w:val="00352539"/>
    <w:pPr>
      <w:spacing w:line="248" w:lineRule="exact"/>
    </w:pPr>
    <w:tblPr>
      <w:tblBorders>
        <w:top w:val="single" w:sz="18" w:space="0" w:color="auto"/>
        <w:bottom w:val="single" w:sz="2" w:space="0" w:color="auto"/>
      </w:tblBorders>
      <w:tblCellMar>
        <w:top w:w="17" w:type="dxa"/>
        <w:left w:w="0" w:type="dxa"/>
        <w:bottom w:w="45" w:type="dxa"/>
        <w:right w:w="0" w:type="dxa"/>
      </w:tblCellMar>
    </w:tblPr>
    <w:tblStylePr w:type="firstRow">
      <w:rPr>
        <w:rFonts w:asciiTheme="majorHAnsi" w:hAnsiTheme="majorHAnsi"/>
        <w:sz w:val="16"/>
      </w:rPr>
    </w:tblStylePr>
  </w:style>
  <w:style w:type="paragraph" w:customStyle="1" w:styleId="TabelleTitel">
    <w:name w:val="Tabelle_Titel"/>
    <w:basedOn w:val="Standard"/>
    <w:qFormat/>
    <w:rsid w:val="002231C4"/>
    <w:pPr>
      <w:spacing w:line="200" w:lineRule="exact"/>
    </w:pPr>
    <w:rPr>
      <w:rFonts w:asciiTheme="majorHAnsi" w:hAnsiTheme="majorHAnsi"/>
      <w:sz w:val="16"/>
    </w:rPr>
  </w:style>
  <w:style w:type="character" w:styleId="Fett">
    <w:name w:val="Strong"/>
    <w:basedOn w:val="Absatz-Standardschriftart"/>
    <w:uiPriority w:val="22"/>
    <w:qFormat/>
    <w:rsid w:val="00352539"/>
    <w:rPr>
      <w:rFonts w:asciiTheme="majorHAnsi" w:hAnsiTheme="majorHAnsi"/>
      <w:b w:val="0"/>
      <w:bCs/>
      <w:spacing w:val="-6"/>
    </w:rPr>
  </w:style>
  <w:style w:type="paragraph" w:customStyle="1" w:styleId="Checkboxen">
    <w:name w:val="Checkboxen"/>
    <w:basedOn w:val="Standardeinzug"/>
    <w:qFormat/>
    <w:rsid w:val="00E62849"/>
    <w:pPr>
      <w:tabs>
        <w:tab w:val="left" w:pos="284"/>
      </w:tabs>
      <w:spacing w:after="40"/>
      <w:ind w:left="284" w:hanging="284"/>
    </w:pPr>
  </w:style>
  <w:style w:type="table" w:customStyle="1" w:styleId="TabelleInfo">
    <w:name w:val="Tabelle_Info"/>
    <w:basedOn w:val="NormaleTabelle"/>
    <w:uiPriority w:val="99"/>
    <w:rsid w:val="00DA493E"/>
    <w:pPr>
      <w:spacing w:line="248" w:lineRule="exact"/>
    </w:pPr>
    <w:tblPr>
      <w:tblCellMar>
        <w:left w:w="0" w:type="dxa"/>
        <w:right w:w="0" w:type="dxa"/>
      </w:tblCellMar>
    </w:tblPr>
  </w:style>
  <w:style w:type="paragraph" w:customStyle="1" w:styleId="TabelleBeschreibung">
    <w:name w:val="Tabelle_Beschreibung"/>
    <w:basedOn w:val="Standard"/>
    <w:rsid w:val="00DA493E"/>
    <w:pPr>
      <w:jc w:val="right"/>
    </w:pPr>
    <w:rPr>
      <w:sz w:val="16"/>
    </w:rPr>
  </w:style>
  <w:style w:type="table" w:styleId="TabellemithellemGitternetz">
    <w:name w:val="Grid Table Light"/>
    <w:basedOn w:val="NormaleTabelle"/>
    <w:uiPriority w:val="40"/>
    <w:rsid w:val="00DA493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eschreibung">
    <w:name w:val="Beschreibung"/>
    <w:basedOn w:val="Standard"/>
    <w:qFormat/>
    <w:rsid w:val="00F810BD"/>
    <w:pPr>
      <w:framePr w:w="1871" w:hSpace="113" w:wrap="around" w:vAnchor="text" w:hAnchor="page" w:y="41"/>
      <w:spacing w:line="200" w:lineRule="exact"/>
      <w:jc w:val="right"/>
    </w:pPr>
    <w:rPr>
      <w:sz w:val="16"/>
    </w:rPr>
  </w:style>
  <w:style w:type="character" w:customStyle="1" w:styleId="klein">
    <w:name w:val="klein"/>
    <w:basedOn w:val="Absatz-Standardschriftart"/>
    <w:uiPriority w:val="1"/>
    <w:qFormat/>
    <w:rsid w:val="00554A53"/>
    <w:rPr>
      <w:sz w:val="16"/>
    </w:rPr>
  </w:style>
  <w:style w:type="paragraph" w:styleId="Untertitel">
    <w:name w:val="Subtitle"/>
    <w:basedOn w:val="Standard"/>
    <w:next w:val="Standard"/>
    <w:link w:val="UntertitelZchn"/>
    <w:uiPriority w:val="11"/>
    <w:rsid w:val="00352539"/>
    <w:pPr>
      <w:numPr>
        <w:ilvl w:val="1"/>
      </w:numPr>
      <w:spacing w:line="260" w:lineRule="exact"/>
    </w:pPr>
    <w:rPr>
      <w:rFonts w:asciiTheme="majorHAnsi" w:eastAsiaTheme="minorEastAsia" w:hAnsiTheme="majorHAnsi"/>
      <w:spacing w:val="-6"/>
      <w:sz w:val="26"/>
      <w:szCs w:val="22"/>
    </w:rPr>
  </w:style>
  <w:style w:type="character" w:customStyle="1" w:styleId="UntertitelZchn">
    <w:name w:val="Untertitel Zchn"/>
    <w:basedOn w:val="Absatz-Standardschriftart"/>
    <w:link w:val="Untertitel"/>
    <w:uiPriority w:val="11"/>
    <w:rsid w:val="00352539"/>
    <w:rPr>
      <w:rFonts w:asciiTheme="majorHAnsi" w:eastAsiaTheme="minorEastAsia" w:hAnsiTheme="majorHAnsi"/>
      <w:spacing w:val="-6"/>
      <w:sz w:val="26"/>
      <w:szCs w:val="22"/>
    </w:rPr>
  </w:style>
  <w:style w:type="paragraph" w:styleId="Inhaltsverzeichnisberschrift">
    <w:name w:val="TOC Heading"/>
    <w:basedOn w:val="berschrift1"/>
    <w:next w:val="Standard"/>
    <w:uiPriority w:val="39"/>
    <w:semiHidden/>
    <w:unhideWhenUsed/>
    <w:qFormat/>
    <w:rsid w:val="00554A53"/>
    <w:pPr>
      <w:numPr>
        <w:numId w:val="0"/>
      </w:numPr>
      <w:outlineLvl w:val="9"/>
    </w:pPr>
  </w:style>
  <w:style w:type="paragraph" w:styleId="Aufzhlungszeichen">
    <w:name w:val="List Bullet"/>
    <w:basedOn w:val="Standard"/>
    <w:uiPriority w:val="99"/>
    <w:unhideWhenUsed/>
    <w:rsid w:val="00F64EF7"/>
    <w:pPr>
      <w:numPr>
        <w:numId w:val="15"/>
      </w:numPr>
      <w:contextualSpacing/>
    </w:pPr>
  </w:style>
  <w:style w:type="numbering" w:customStyle="1" w:styleId="ListeAufzaehlung">
    <w:name w:val="Liste_Aufzaehlung"/>
    <w:uiPriority w:val="99"/>
    <w:rsid w:val="00F64EF7"/>
    <w:pPr>
      <w:numPr>
        <w:numId w:val="14"/>
      </w:numPr>
    </w:pPr>
  </w:style>
  <w:style w:type="paragraph" w:styleId="Listenabsatz">
    <w:name w:val="List Paragraph"/>
    <w:basedOn w:val="Standard"/>
    <w:uiPriority w:val="34"/>
    <w:qFormat/>
    <w:rsid w:val="00201D0D"/>
    <w:pPr>
      <w:ind w:left="720"/>
      <w:contextualSpacing/>
    </w:pPr>
  </w:style>
  <w:style w:type="paragraph" w:styleId="Aufzhlungszeichen2">
    <w:name w:val="List Bullet 2"/>
    <w:basedOn w:val="Standard"/>
    <w:uiPriority w:val="99"/>
    <w:semiHidden/>
    <w:rsid w:val="00F64EF7"/>
    <w:pPr>
      <w:numPr>
        <w:ilvl w:val="1"/>
        <w:numId w:val="15"/>
      </w:numPr>
      <w:contextualSpacing/>
    </w:pPr>
  </w:style>
  <w:style w:type="paragraph" w:styleId="Aufzhlungszeichen3">
    <w:name w:val="List Bullet 3"/>
    <w:basedOn w:val="Standard"/>
    <w:uiPriority w:val="99"/>
    <w:semiHidden/>
    <w:unhideWhenUsed/>
    <w:rsid w:val="00F64EF7"/>
    <w:pPr>
      <w:numPr>
        <w:ilvl w:val="2"/>
        <w:numId w:val="15"/>
      </w:numPr>
      <w:contextualSpacing/>
    </w:pPr>
  </w:style>
  <w:style w:type="paragraph" w:styleId="Aufzhlungszeichen4">
    <w:name w:val="List Bullet 4"/>
    <w:basedOn w:val="Standard"/>
    <w:uiPriority w:val="99"/>
    <w:semiHidden/>
    <w:unhideWhenUsed/>
    <w:rsid w:val="00F64EF7"/>
    <w:pPr>
      <w:numPr>
        <w:ilvl w:val="3"/>
        <w:numId w:val="15"/>
      </w:numPr>
      <w:contextualSpacing/>
    </w:pPr>
  </w:style>
  <w:style w:type="paragraph" w:styleId="Aufzhlungszeichen5">
    <w:name w:val="List Bullet 5"/>
    <w:basedOn w:val="Standard"/>
    <w:uiPriority w:val="99"/>
    <w:semiHidden/>
    <w:unhideWhenUsed/>
    <w:rsid w:val="00F64EF7"/>
    <w:pPr>
      <w:numPr>
        <w:ilvl w:val="4"/>
        <w:numId w:val="15"/>
      </w:numPr>
      <w:contextualSpacing/>
    </w:pPr>
  </w:style>
  <w:style w:type="paragraph" w:customStyle="1" w:styleId="Checkboxen2Ebene">
    <w:name w:val="Checkboxen 2. Ebene"/>
    <w:basedOn w:val="Checkboxen"/>
    <w:qFormat/>
    <w:rsid w:val="001937CC"/>
    <w:pPr>
      <w:ind w:left="1248"/>
    </w:pPr>
  </w:style>
  <w:style w:type="paragraph" w:customStyle="1" w:styleId="StandardeinzugAufzhlungszeichen">
    <w:name w:val="Standardeinzug Aufzählungszeichen"/>
    <w:basedOn w:val="Aufzhlungszeichen"/>
    <w:qFormat/>
    <w:rsid w:val="00BA2F4B"/>
    <w:pPr>
      <w:numPr>
        <w:numId w:val="17"/>
      </w:numPr>
    </w:pPr>
  </w:style>
  <w:style w:type="numbering" w:customStyle="1" w:styleId="ListeEinzugAufzhlungszeichen">
    <w:name w:val="Liste Einzug Aufzählungszeichen"/>
    <w:uiPriority w:val="99"/>
    <w:rsid w:val="00BA2F4B"/>
    <w:pPr>
      <w:numPr>
        <w:numId w:val="17"/>
      </w:numPr>
    </w:pPr>
  </w:style>
  <w:style w:type="paragraph" w:styleId="Standardeinzug">
    <w:name w:val="Normal Indent"/>
    <w:basedOn w:val="Standard"/>
    <w:unhideWhenUsed/>
    <w:rsid w:val="008D64F0"/>
    <w:pPr>
      <w:tabs>
        <w:tab w:val="left" w:pos="3119"/>
      </w:tabs>
      <w:ind w:left="680"/>
    </w:pPr>
    <w:rPr>
      <w:noProof/>
    </w:rPr>
  </w:style>
  <w:style w:type="character" w:styleId="Platzhaltertext">
    <w:name w:val="Placeholder Text"/>
    <w:basedOn w:val="Absatz-Standardschriftart"/>
    <w:uiPriority w:val="99"/>
    <w:semiHidden/>
    <w:rsid w:val="00D9590A"/>
    <w:rPr>
      <w:color w:val="808080"/>
    </w:rPr>
  </w:style>
  <w:style w:type="character" w:styleId="Kommentarzeichen">
    <w:name w:val="annotation reference"/>
    <w:basedOn w:val="Absatz-Standardschriftart"/>
    <w:uiPriority w:val="99"/>
    <w:semiHidden/>
    <w:unhideWhenUsed/>
    <w:rsid w:val="00A434F0"/>
    <w:rPr>
      <w:sz w:val="16"/>
      <w:szCs w:val="16"/>
    </w:rPr>
  </w:style>
  <w:style w:type="paragraph" w:styleId="Kommentartext">
    <w:name w:val="annotation text"/>
    <w:basedOn w:val="Standard"/>
    <w:link w:val="KommentartextZchn"/>
    <w:uiPriority w:val="99"/>
    <w:unhideWhenUsed/>
    <w:rsid w:val="00A434F0"/>
    <w:pPr>
      <w:spacing w:line="240" w:lineRule="auto"/>
    </w:pPr>
    <w:rPr>
      <w:sz w:val="20"/>
    </w:rPr>
  </w:style>
  <w:style w:type="character" w:customStyle="1" w:styleId="KommentartextZchn">
    <w:name w:val="Kommentartext Zchn"/>
    <w:basedOn w:val="Absatz-Standardschriftart"/>
    <w:link w:val="Kommentartext"/>
    <w:uiPriority w:val="99"/>
    <w:rsid w:val="00A434F0"/>
  </w:style>
  <w:style w:type="paragraph" w:styleId="Kommentarthema">
    <w:name w:val="annotation subject"/>
    <w:basedOn w:val="Kommentartext"/>
    <w:next w:val="Kommentartext"/>
    <w:link w:val="KommentarthemaZchn"/>
    <w:uiPriority w:val="99"/>
    <w:semiHidden/>
    <w:unhideWhenUsed/>
    <w:rsid w:val="00A434F0"/>
    <w:rPr>
      <w:b/>
      <w:bCs/>
    </w:rPr>
  </w:style>
  <w:style w:type="character" w:customStyle="1" w:styleId="KommentarthemaZchn">
    <w:name w:val="Kommentarthema Zchn"/>
    <w:basedOn w:val="KommentartextZchn"/>
    <w:link w:val="Kommentarthema"/>
    <w:uiPriority w:val="99"/>
    <w:semiHidden/>
    <w:rsid w:val="00A434F0"/>
    <w:rPr>
      <w:b/>
      <w:bCs/>
    </w:rPr>
  </w:style>
  <w:style w:type="paragraph" w:styleId="berarbeitung">
    <w:name w:val="Revision"/>
    <w:hidden/>
    <w:uiPriority w:val="99"/>
    <w:semiHidden/>
    <w:rsid w:val="00DA7BE1"/>
    <w:pPr>
      <w:spacing w:line="240" w:lineRule="auto"/>
    </w:pPr>
    <w:rPr>
      <w:sz w:val="21"/>
    </w:rPr>
  </w:style>
  <w:style w:type="paragraph" w:styleId="Verzeichnis1">
    <w:name w:val="toc 1"/>
    <w:basedOn w:val="Standard"/>
    <w:next w:val="Standard"/>
    <w:autoRedefine/>
    <w:uiPriority w:val="39"/>
    <w:unhideWhenUsed/>
    <w:rsid w:val="002C6333"/>
    <w:pPr>
      <w:tabs>
        <w:tab w:val="clear" w:pos="8477"/>
        <w:tab w:val="left" w:pos="420"/>
        <w:tab w:val="right" w:pos="8466"/>
      </w:tabs>
    </w:pPr>
    <w:rPr>
      <w:rFonts w:asciiTheme="majorHAnsi" w:hAnsiTheme="majorHAnsi"/>
      <w:noProof/>
    </w:rPr>
  </w:style>
  <w:style w:type="paragraph" w:styleId="Verzeichnis2">
    <w:name w:val="toc 2"/>
    <w:basedOn w:val="Standard"/>
    <w:next w:val="Standard"/>
    <w:autoRedefine/>
    <w:uiPriority w:val="39"/>
    <w:unhideWhenUsed/>
    <w:rsid w:val="002C6333"/>
    <w:pPr>
      <w:tabs>
        <w:tab w:val="clear" w:pos="8477"/>
        <w:tab w:val="right" w:pos="8466"/>
      </w:tabs>
      <w:ind w:left="426" w:hanging="426"/>
    </w:pPr>
    <w:rPr>
      <w:noProof/>
    </w:rPr>
  </w:style>
  <w:style w:type="paragraph" w:styleId="Verzeichnis3">
    <w:name w:val="toc 3"/>
    <w:basedOn w:val="Standard"/>
    <w:next w:val="Standard"/>
    <w:autoRedefine/>
    <w:uiPriority w:val="39"/>
    <w:unhideWhenUsed/>
    <w:rsid w:val="009C6F52"/>
    <w:pPr>
      <w:tabs>
        <w:tab w:val="clear" w:pos="8477"/>
      </w:tabs>
      <w:spacing w:after="100"/>
      <w:ind w:left="420"/>
    </w:pPr>
  </w:style>
  <w:style w:type="character" w:styleId="Hyperlink">
    <w:name w:val="Hyperlink"/>
    <w:basedOn w:val="Absatz-Standardschriftart"/>
    <w:uiPriority w:val="99"/>
    <w:unhideWhenUsed/>
    <w:rsid w:val="009C6F52"/>
    <w:rPr>
      <w:color w:val="000000" w:themeColor="hyperlink"/>
      <w:u w:val="single"/>
    </w:rPr>
  </w:style>
  <w:style w:type="paragraph" w:customStyle="1" w:styleId="Checkboxeneinzug">
    <w:name w:val="Checkboxen_einzug"/>
    <w:basedOn w:val="Standardeinzug"/>
    <w:qFormat/>
    <w:rsid w:val="0098547E"/>
    <w:pPr>
      <w:tabs>
        <w:tab w:val="clear" w:pos="3119"/>
        <w:tab w:val="left" w:pos="1247"/>
      </w:tabs>
      <w:spacing w:after="40"/>
      <w:ind w:left="964" w:hanging="284"/>
    </w:pPr>
    <w:rPr>
      <w:noProof w:val="0"/>
    </w:rPr>
  </w:style>
  <w:style w:type="paragraph" w:customStyle="1" w:styleId="TabelleZelle">
    <w:name w:val="Tabelle_Zelle"/>
    <w:basedOn w:val="Standard"/>
    <w:rsid w:val="002231C4"/>
    <w:pPr>
      <w:tabs>
        <w:tab w:val="clear" w:pos="8477"/>
      </w:tabs>
    </w:pPr>
    <w:rPr>
      <w:rFonts w:ascii="Arial" w:eastAsia="Times New Roman" w:hAnsi="Arial" w:cs="Arial"/>
      <w:color w:val="000000"/>
    </w:rPr>
  </w:style>
  <w:style w:type="paragraph" w:customStyle="1" w:styleId="TabelleZellefett">
    <w:name w:val="Tabelle_Zelle_fett"/>
    <w:basedOn w:val="TabelleZelle"/>
    <w:rsid w:val="002231C4"/>
    <w:rPr>
      <w:rFonts w:ascii="Arial Black" w:hAnsi="Arial Black"/>
    </w:rPr>
  </w:style>
  <w:style w:type="paragraph" w:customStyle="1" w:styleId="Grafik-">
    <w:name w:val="Grafik-"/>
    <w:basedOn w:val="TabelleTitel"/>
    <w:qFormat/>
    <w:rsid w:val="009B0B31"/>
    <w:pPr>
      <w:spacing w:line="240" w:lineRule="auto"/>
      <w:jc w:val="right"/>
    </w:pPr>
    <w:rPr>
      <w:sz w:val="24"/>
      <w:szCs w:val="32"/>
    </w:rPr>
  </w:style>
  <w:style w:type="paragraph" w:customStyle="1" w:styleId="GrundtextohneAbst">
    <w:name w:val="Grundtext ohne Abst"/>
    <w:basedOn w:val="Standard"/>
    <w:uiPriority w:val="1"/>
    <w:qFormat/>
    <w:rsid w:val="009B0B31"/>
    <w:pPr>
      <w:tabs>
        <w:tab w:val="clear" w:pos="8477"/>
      </w:tabs>
    </w:pPr>
    <w:rPr>
      <w:rFonts w:ascii="Arial" w:eastAsia="Times New Roman" w:hAnsi="Arial" w:cs="Arial"/>
      <w:color w:val="000000"/>
    </w:rPr>
  </w:style>
  <w:style w:type="paragraph" w:customStyle="1" w:styleId="Default">
    <w:name w:val="Default"/>
    <w:rsid w:val="004771BF"/>
    <w:pPr>
      <w:autoSpaceDE w:val="0"/>
      <w:autoSpaceDN w:val="0"/>
      <w:adjustRightInd w:val="0"/>
      <w:spacing w:line="240" w:lineRule="auto"/>
    </w:pPr>
    <w:rPr>
      <w:rFonts w:ascii="Arial Black" w:hAnsi="Arial Black" w:cs="Arial Black"/>
      <w:color w:val="000000"/>
      <w:sz w:val="24"/>
      <w:szCs w:val="24"/>
    </w:rPr>
  </w:style>
  <w:style w:type="character" w:customStyle="1" w:styleId="Grundtextfett">
    <w:name w:val="Grundtext_fett"/>
    <w:basedOn w:val="Absatz-Standardschriftart"/>
    <w:uiPriority w:val="1"/>
    <w:qFormat/>
    <w:rsid w:val="004771BF"/>
    <w:rPr>
      <w:rFonts w:ascii="Arial Black" w:hAnsi="Arial Black"/>
    </w:rPr>
  </w:style>
  <w:style w:type="paragraph" w:customStyle="1" w:styleId="Randtitel">
    <w:name w:val="Randtitel"/>
    <w:basedOn w:val="Standard"/>
    <w:uiPriority w:val="99"/>
    <w:rsid w:val="004771BF"/>
    <w:pPr>
      <w:tabs>
        <w:tab w:val="clear" w:pos="8477"/>
      </w:tabs>
      <w:jc w:val="right"/>
    </w:pPr>
    <w:rPr>
      <w:rFonts w:ascii="Arial" w:hAnsi="Arial"/>
      <w:sz w:val="16"/>
      <w:szCs w:val="22"/>
      <w:lang w:eastAsia="en-GB"/>
    </w:rPr>
  </w:style>
  <w:style w:type="paragraph" w:customStyle="1" w:styleId="Grundtext">
    <w:name w:val="Grundtext"/>
    <w:uiPriority w:val="99"/>
    <w:qFormat/>
    <w:rsid w:val="004771BF"/>
    <w:pPr>
      <w:spacing w:after="248" w:line="248" w:lineRule="exact"/>
    </w:pPr>
    <w:rPr>
      <w:rFonts w:ascii="Arial" w:eastAsia="Times New Roman" w:hAnsi="Arial" w:cs="Arial"/>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96893">
      <w:bodyDiv w:val="1"/>
      <w:marLeft w:val="0"/>
      <w:marRight w:val="0"/>
      <w:marTop w:val="0"/>
      <w:marBottom w:val="0"/>
      <w:divBdr>
        <w:top w:val="none" w:sz="0" w:space="0" w:color="auto"/>
        <w:left w:val="none" w:sz="0" w:space="0" w:color="auto"/>
        <w:bottom w:val="none" w:sz="0" w:space="0" w:color="auto"/>
        <w:right w:val="none" w:sz="0" w:space="0" w:color="auto"/>
      </w:divBdr>
    </w:div>
    <w:div w:id="323436128">
      <w:bodyDiv w:val="1"/>
      <w:marLeft w:val="0"/>
      <w:marRight w:val="0"/>
      <w:marTop w:val="0"/>
      <w:marBottom w:val="0"/>
      <w:divBdr>
        <w:top w:val="none" w:sz="0" w:space="0" w:color="auto"/>
        <w:left w:val="none" w:sz="0" w:space="0" w:color="auto"/>
        <w:bottom w:val="none" w:sz="0" w:space="0" w:color="auto"/>
        <w:right w:val="none" w:sz="0" w:space="0" w:color="auto"/>
      </w:divBdr>
    </w:div>
    <w:div w:id="955792713">
      <w:bodyDiv w:val="1"/>
      <w:marLeft w:val="0"/>
      <w:marRight w:val="0"/>
      <w:marTop w:val="0"/>
      <w:marBottom w:val="0"/>
      <w:divBdr>
        <w:top w:val="none" w:sz="0" w:space="0" w:color="auto"/>
        <w:left w:val="none" w:sz="0" w:space="0" w:color="auto"/>
        <w:bottom w:val="none" w:sz="0" w:space="0" w:color="auto"/>
        <w:right w:val="none" w:sz="0" w:space="0" w:color="auto"/>
      </w:divBdr>
    </w:div>
    <w:div w:id="1349522100">
      <w:bodyDiv w:val="1"/>
      <w:marLeft w:val="0"/>
      <w:marRight w:val="0"/>
      <w:marTop w:val="0"/>
      <w:marBottom w:val="0"/>
      <w:divBdr>
        <w:top w:val="none" w:sz="0" w:space="0" w:color="auto"/>
        <w:left w:val="none" w:sz="0" w:space="0" w:color="auto"/>
        <w:bottom w:val="none" w:sz="0" w:space="0" w:color="auto"/>
        <w:right w:val="none" w:sz="0" w:space="0" w:color="auto"/>
      </w:divBdr>
    </w:div>
    <w:div w:id="194912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Hilfsmittel\30_Planung_und_Bau\Vorlagen\Vertragswesen\Werkvertraege\1424_Werkvertrag.dotx" TargetMode="External"/></Relationships>
</file>

<file path=word/theme/theme1.xml><?xml version="1.0" encoding="utf-8"?>
<a:theme xmlns:a="http://schemas.openxmlformats.org/drawingml/2006/main" name="Larissa-Design">
  <a:themeElements>
    <a:clrScheme name="Kanton Zürich">
      <a:dk1>
        <a:sysClr val="windowText" lastClr="000000"/>
      </a:dk1>
      <a:lt1>
        <a:sysClr val="window" lastClr="FFFFFF"/>
      </a:lt1>
      <a:dk2>
        <a:srgbClr val="009EE0"/>
      </a:dk2>
      <a:lt2>
        <a:srgbClr val="FFFFFF"/>
      </a:lt2>
      <a:accent1>
        <a:srgbClr val="FFCC00"/>
      </a:accent1>
      <a:accent2>
        <a:srgbClr val="EB690B"/>
      </a:accent2>
      <a:accent3>
        <a:srgbClr val="E2001A"/>
      </a:accent3>
      <a:accent4>
        <a:srgbClr val="E30059"/>
      </a:accent4>
      <a:accent5>
        <a:srgbClr val="885EA0"/>
      </a:accent5>
      <a:accent6>
        <a:srgbClr val="0076BD"/>
      </a:accent6>
      <a:hlink>
        <a:srgbClr val="000000"/>
      </a:hlink>
      <a:folHlink>
        <a:srgbClr val="000000"/>
      </a:folHlink>
    </a:clrScheme>
    <a:fontScheme name="Kantonsschule Uster">
      <a:majorFont>
        <a:latin typeface="Arial Black"/>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wrap="square" lIns="0" tIns="0" rIns="0" bIns="0"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570B-0286-4368-AA72-76110CEC8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1424_Werkvertrag.dotx</Template>
  <TotalTime>0</TotalTime>
  <Pages>5</Pages>
  <Words>976</Words>
  <Characters>6154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Sascha Schurtenberger</dc:creator>
  <cp:keywords/>
  <dc:description>27.10.2020, BOR (AG PKM 20/08 am 27.10.2020)
- Anpassen Fusszeile auf  "Version 01.01.2021"
- Anpassung in Ziffer 9:
	- Titel angepasst (alt: "Weitere Verpflichtungen des Beauftragten"; neu: "Arbeitsschutzbestimmungen, Arbeitebedingungen, Gleichbehandlung und IntegritÃ¤tsklausel")
	- EinfÃ¼gen IntegritÃ¤tsklausel gemÃ¤ss Formulierung im Planervertrag KBOB
19.02.2020, BOR/STE (Anpassung aufgrund neue BD Weisung finanzielle Sicherheiten, nach GL-Beschluss vom 19.2.2020)
S6, Ziffer 4.1. Der Unternehmer leistet dem Bauherrn folgende Sicherheitsleistungen:
- anpassen: Kreuz bei MÃ¤ngelhaftung (standardmÃ¤ssig)
07.11.2019, BOR/AG V/GL HBA, Anpassungen 2019:
- Anpassen Fusszeile auf  "Version 07.11.2019"
- S1
  - Neu Dropdown nach "Abgeschlossen zwischen..." mit folgene EintrÃ¤gen
    - dem Staat ZÃ¼rich
    - dem UniversitÃ¤tsspital ZÃ¼rich (USZ)
    - dem Kantonsspital Winterthur (KSW)
    - der Psychiatrischen Uni-Klinik ZÃ¼rich (PUK)
    - der Integrierten Psychiatrie Wintherthur (ipw)
    - der UniversitÃ¤t ZÃ¼rich (UZH)
- S2
  - #2.2 Die Ausschreibungsunterlagen, soweit sie den Inhalt des Werkvertrages betreffen, nÃ¤mlich:
    - ErgÃ¤nzung
      - Protokoll UnternehmergesprÃ¤ch
            (Beschluss AG V 19/08 am 20.11.2019)
      - "Die Norm SIA 118/370 Allgemeine Bedingungen fÃ¼r AufzÃ¼ge, Fahrtreppen und Fahrsteige. Die in Ziffer 0.2.3 der Norm SIA 118/370 aufgefÃ¼hrten Regeln gehen den entsprechenden Regeln der Norm SIA 118 vor."
        (Beschluss AG V 20/01 am 12.02.2020)
      - Technische Richtlinien der GebÃ¤udetechnik, HBA
      - Dokumente Aufzugswesen
      - Freies Feld
  (Vernehmlassung in AG V 19/07 am 08.10.2019)
- S3
  - #3.1 vergÃ¼tung Regiearbeiten
    - Anpassung sinngemÃ¤ss &gt; auf Kalkulationshilfe IPB/IBV fÃ¼r Bauhauptgewerbe
  (Beschluss GLB HBA 17/19 am 11.12.2019)
- S4
  - #3.7 Rechnungstellung und Bezahlung
    - Anpassungen sinngemÃ¤ss &gt; Rechnungen nur noch 1-fach im Original / Format
    (aufgrund Zugriff in PROVIS auf dig. Rechnungsarchiv Entfall Papierkopien)
    - Vernehmlassung in AG PKM 19/03 am 23.04.2019
- S5</dc:description>
  <cp:lastModifiedBy>Gregor Goldinger</cp:lastModifiedBy>
  <cp:revision>5</cp:revision>
  <cp:lastPrinted>2025-09-08T15:21:00Z</cp:lastPrinted>
  <dcterms:created xsi:type="dcterms:W3CDTF">2023-04-04T12:59:00Z</dcterms:created>
  <dcterms:modified xsi:type="dcterms:W3CDTF">2025-09-08T15:21:00Z</dcterms:modified>
  <cp:contentStatus>Version vom 01.01.2021</cp:contentStatus>
</cp:coreProperties>
</file>